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38" w:type="dxa"/>
        <w:tblLook w:val="01E0" w:firstRow="1" w:lastRow="1" w:firstColumn="1" w:lastColumn="1" w:noHBand="0" w:noVBand="0"/>
      </w:tblPr>
      <w:tblGrid>
        <w:gridCol w:w="1943"/>
        <w:gridCol w:w="3898"/>
        <w:gridCol w:w="3899"/>
        <w:gridCol w:w="98"/>
      </w:tblGrid>
      <w:tr w:rsidR="003B7DF9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8B1CA5" w:rsidRDefault="00D63A52" w:rsidP="00F002D2"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Patient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706419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97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977F2D" w:rsidRDefault="003B7DF9" w:rsidP="00977F2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97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F412FD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Hospital Number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2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67C6" w:rsidRDefault="00F412FD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Referring Doctor</w:t>
            </w:r>
            <w:r w:rsidR="003B7DF9" w:rsidRPr="00BE67C6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</w:tc>
        <w:tc>
          <w:tcPr>
            <w:tcW w:w="7797" w:type="dxa"/>
            <w:gridSpan w:val="2"/>
            <w:tcMar>
              <w:top w:w="28" w:type="dxa"/>
              <w:bottom w:w="28" w:type="dxa"/>
            </w:tcMar>
            <w:vAlign w:val="center"/>
          </w:tcPr>
          <w:p w:rsidR="003B7DF9" w:rsidRPr="00BE67C6" w:rsidRDefault="003B7DF9" w:rsidP="00F002D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97" w:type="dxa"/>
            <w:gridSpan w:val="2"/>
            <w:vMerge w:val="restart"/>
            <w:tcMar>
              <w:top w:w="28" w:type="dxa"/>
              <w:bottom w:w="28" w:type="dxa"/>
            </w:tcMar>
          </w:tcPr>
          <w:p w:rsidR="00A5497F" w:rsidRPr="00BE67C6" w:rsidRDefault="00977F2D" w:rsidP="00F002D2">
            <w:pPr>
              <w:rPr>
                <w:rFonts w:ascii="Arial" w:hAnsi="Arial" w:cs="Arial"/>
                <w:sz w:val="18"/>
                <w:szCs w:val="18"/>
              </w:rPr>
            </w:pPr>
            <w:r w:rsidRPr="00977F2D">
              <w:rPr>
                <w:rFonts w:ascii="Arial" w:hAnsi="Arial" w:cs="Arial"/>
                <w:sz w:val="18"/>
                <w:szCs w:val="18"/>
              </w:rPr>
              <w:t>left sided arm weakness, facial droop and slurred speech</w:t>
            </w:r>
          </w:p>
        </w:tc>
      </w:tr>
      <w:tr w:rsidR="00A5497F" w:rsidRPr="00BE67C6" w:rsidTr="00BE67C6">
        <w:trPr>
          <w:gridAfter w:val="1"/>
          <w:wAfter w:w="98" w:type="dxa"/>
        </w:trPr>
        <w:tc>
          <w:tcPr>
            <w:tcW w:w="194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97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A5497F" w:rsidRPr="00BE67C6" w:rsidRDefault="00A5497F" w:rsidP="00F002D2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3B7DF9" w:rsidRPr="00BE67C6" w:rsidTr="00BE67C6">
        <w:trPr>
          <w:gridAfter w:val="1"/>
          <w:wAfter w:w="98" w:type="dxa"/>
        </w:trPr>
        <w:tc>
          <w:tcPr>
            <w:tcW w:w="9740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3B7DF9" w:rsidRPr="00BE67C6" w:rsidRDefault="00591C95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BE67C6">
              <w:rPr>
                <w:rFonts w:ascii="Arial" w:hAnsi="Arial"/>
                <w:b/>
                <w:bCs/>
                <w:sz w:val="18"/>
                <w:szCs w:val="20"/>
              </w:rPr>
              <w:t>Carotid Artery Duplex</w:t>
            </w:r>
          </w:p>
        </w:tc>
      </w:tr>
      <w:tr w:rsidR="009A34D2" w:rsidRPr="00BE67C6" w:rsidTr="00BE67C6">
        <w:trPr>
          <w:gridAfter w:val="1"/>
          <w:wAfter w:w="98" w:type="dxa"/>
          <w:trHeight w:val="7371"/>
        </w:trPr>
        <w:tc>
          <w:tcPr>
            <w:tcW w:w="9740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77F2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2086610</wp:posOffset>
                      </wp:positionH>
                      <wp:positionV relativeFrom="paragraph">
                        <wp:posOffset>2491740</wp:posOffset>
                      </wp:positionV>
                      <wp:extent cx="68580" cy="198755"/>
                      <wp:effectExtent l="6350" t="10795" r="10795" b="9525"/>
                      <wp:wrapNone/>
                      <wp:docPr id="49" name="Freeform 4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580" cy="198755"/>
                              </a:xfrm>
                              <a:custGeom>
                                <a:avLst/>
                                <a:gdLst>
                                  <a:gd name="T0" fmla="*/ 111 w 142"/>
                                  <a:gd name="T1" fmla="*/ 272 h 299"/>
                                  <a:gd name="T2" fmla="*/ 124 w 142"/>
                                  <a:gd name="T3" fmla="*/ 177 h 299"/>
                                  <a:gd name="T4" fmla="*/ 2 w 142"/>
                                  <a:gd name="T5" fmla="*/ 14 h 299"/>
                                  <a:gd name="T6" fmla="*/ 111 w 142"/>
                                  <a:gd name="T7" fmla="*/ 272 h 2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2" h="299">
                                    <a:moveTo>
                                      <a:pt x="111" y="272"/>
                                    </a:moveTo>
                                    <a:cubicBezTo>
                                      <a:pt x="131" y="299"/>
                                      <a:pt x="142" y="220"/>
                                      <a:pt x="124" y="177"/>
                                    </a:cubicBezTo>
                                    <a:cubicBezTo>
                                      <a:pt x="106" y="134"/>
                                      <a:pt x="4" y="0"/>
                                      <a:pt x="2" y="14"/>
                                    </a:cubicBezTo>
                                    <a:cubicBezTo>
                                      <a:pt x="0" y="28"/>
                                      <a:pt x="91" y="245"/>
                                      <a:pt x="111" y="272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9CDE0" id="Freeform 490" o:spid="_x0000_s1026" style="position:absolute;margin-left:164.3pt;margin-top:196.2pt;width:5.4pt;height:15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" path="m111,272v20,27,31,-52,13,-95c106,134,4,,2,14,,28,91,245,111,272xe" fillcolor="#333">
                      <v:path arrowok="t" o:connecttype="custom" o:connectlocs="53608,180807;59887,117658;966,9306;53608,180807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1971040</wp:posOffset>
                      </wp:positionH>
                      <wp:positionV relativeFrom="paragraph">
                        <wp:posOffset>2147570</wp:posOffset>
                      </wp:positionV>
                      <wp:extent cx="133985" cy="288925"/>
                      <wp:effectExtent l="5080" t="9525" r="13335" b="6350"/>
                      <wp:wrapNone/>
                      <wp:docPr id="48" name="Freeform 4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985" cy="288925"/>
                              </a:xfrm>
                              <a:custGeom>
                                <a:avLst/>
                                <a:gdLst>
                                  <a:gd name="T0" fmla="*/ 136 w 211"/>
                                  <a:gd name="T1" fmla="*/ 421 h 455"/>
                                  <a:gd name="T2" fmla="*/ 191 w 211"/>
                                  <a:gd name="T3" fmla="*/ 230 h 455"/>
                                  <a:gd name="T4" fmla="*/ 14 w 211"/>
                                  <a:gd name="T5" fmla="*/ 27 h 455"/>
                                  <a:gd name="T6" fmla="*/ 136 w 211"/>
                                  <a:gd name="T7" fmla="*/ 421 h 45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11" h="455">
                                    <a:moveTo>
                                      <a:pt x="136" y="421"/>
                                    </a:moveTo>
                                    <a:cubicBezTo>
                                      <a:pt x="165" y="455"/>
                                      <a:pt x="211" y="296"/>
                                      <a:pt x="191" y="230"/>
                                    </a:cubicBezTo>
                                    <a:cubicBezTo>
                                      <a:pt x="171" y="164"/>
                                      <a:pt x="28" y="0"/>
                                      <a:pt x="14" y="27"/>
                                    </a:cubicBezTo>
                                    <a:cubicBezTo>
                                      <a:pt x="0" y="54"/>
                                      <a:pt x="107" y="387"/>
                                      <a:pt x="136" y="421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8BB6C7" id="Freeform 489" o:spid="_x0000_s1026" style="position:absolute;margin-left:155.2pt;margin-top:169.1pt;width:10.55pt;height:22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1,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" path="m136,421v29,34,75,-125,55,-191c171,164,28,,14,27,,54,107,387,136,421xe" fillcolor="#333">
                      <v:path arrowok="t" o:connecttype="custom" o:connectlocs="86360,267335;121285,146050;8890,17145;86360,267335" o:connectangles="0,0,0,0"/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2602230</wp:posOffset>
                      </wp:positionH>
                      <wp:positionV relativeFrom="paragraph">
                        <wp:posOffset>3145790</wp:posOffset>
                      </wp:positionV>
                      <wp:extent cx="219075" cy="152400"/>
                      <wp:effectExtent l="7620" t="7620" r="1905" b="1905"/>
                      <wp:wrapNone/>
                      <wp:docPr id="47" name="Text Box 4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977F2D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45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8" o:spid="_x0000_s1026" type="#_x0000_t202" style="position:absolute;left:0;text-align:left;margin-left:204.9pt;margin-top:247.7pt;width:17.25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4WmwIAAEw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GSpIcaPbHRoTs1onyx8A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977F2D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3400425</wp:posOffset>
                      </wp:positionH>
                      <wp:positionV relativeFrom="paragraph">
                        <wp:posOffset>3146425</wp:posOffset>
                      </wp:positionV>
                      <wp:extent cx="219075" cy="152400"/>
                      <wp:effectExtent l="5715" t="8255" r="3810" b="1270"/>
                      <wp:wrapNone/>
                      <wp:docPr id="46" name="Text Box 4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F4957" w:rsidRPr="004E4B01" w:rsidRDefault="00977F2D" w:rsidP="000F4957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63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7" o:spid="_x0000_s1027" type="#_x0000_t202" style="position:absolute;left:0;text-align:left;margin-left:267.75pt;margin-top:247.75pt;width:17.25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F4957" w:rsidRPr="004E4B01" w:rsidRDefault="00977F2D" w:rsidP="000F4957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2493645</wp:posOffset>
                      </wp:positionH>
                      <wp:positionV relativeFrom="paragraph">
                        <wp:posOffset>1976755</wp:posOffset>
                      </wp:positionV>
                      <wp:extent cx="219075" cy="152400"/>
                      <wp:effectExtent l="3810" t="635" r="5715" b="8890"/>
                      <wp:wrapNone/>
                      <wp:docPr id="45" name="Text Box 4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977F2D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69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5" o:spid="_x0000_s1028" type="#_x0000_t202" style="position:absolute;left:0;text-align:left;margin-left:196.35pt;margin-top:155.65pt;width:17.25pt;height:1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977F2D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69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3406140</wp:posOffset>
                      </wp:positionH>
                      <wp:positionV relativeFrom="paragraph">
                        <wp:posOffset>1977390</wp:posOffset>
                      </wp:positionV>
                      <wp:extent cx="219075" cy="152400"/>
                      <wp:effectExtent l="1905" t="1270" r="7620" b="8255"/>
                      <wp:wrapNone/>
                      <wp:docPr id="44" name="Text Box 4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07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4E4B01" w:rsidRDefault="00977F2D" w:rsidP="000D4C8F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54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4" o:spid="_x0000_s1029" type="#_x0000_t202" style="position:absolute;left:0;text-align:left;margin-left:268.2pt;margin-top:155.7pt;width:17.25pt;height:1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D4C8F" w:rsidRPr="004E4B01" w:rsidRDefault="00977F2D" w:rsidP="000D4C8F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438150</wp:posOffset>
                      </wp:positionH>
                      <wp:positionV relativeFrom="paragraph">
                        <wp:posOffset>1908175</wp:posOffset>
                      </wp:positionV>
                      <wp:extent cx="1332230" cy="220980"/>
                      <wp:effectExtent l="5715" t="8255" r="5080" b="8890"/>
                      <wp:wrapNone/>
                      <wp:docPr id="43" name="Text Box 4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2230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pPr>
                                    <w:jc w:val="right"/>
                                  </w:pPr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977F2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44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977F2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2" o:spid="_x0000_s1030" type="#_x0000_t202" style="position:absolute;left:0;text-align:left;margin-left:34.5pt;margin-top:150.25pt;width:104.9pt;height:17.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pPr>
                              <w:jc w:val="right"/>
                            </w:pPr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977F2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44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977F2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4353560</wp:posOffset>
                      </wp:positionH>
                      <wp:positionV relativeFrom="paragraph">
                        <wp:posOffset>1904365</wp:posOffset>
                      </wp:positionV>
                      <wp:extent cx="1412875" cy="220980"/>
                      <wp:effectExtent l="6350" t="4445" r="0" b="3175"/>
                      <wp:wrapNone/>
                      <wp:docPr id="42" name="Text Box 4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12875" cy="2209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D4C8F" w:rsidRPr="00F6201D" w:rsidRDefault="000D4C8F" w:rsidP="000D4C8F">
                                  <w:r w:rsidRPr="00D967E3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PSV = </w:t>
                                  </w:r>
                                  <w:r w:rsidR="00977F2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51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, EDV = </w:t>
                                  </w:r>
                                  <w:r w:rsidR="00977F2D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17</w:t>
                                  </w: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3" o:spid="_x0000_s1031" type="#_x0000_t202" style="position:absolute;left:0;text-align:left;margin-left:342.8pt;margin-top:149.95pt;width:111.25pt;height:17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" fillcolor="#36f" stroked="f" strokecolor="gray" strokeweight=".25pt">
                      <v:fill opacity="13107f"/>
                      <v:stroke dashstyle="1 1" endcap="round"/>
                      <v:textbox>
                        <w:txbxContent>
                          <w:p w:rsidR="000D4C8F" w:rsidRPr="00F6201D" w:rsidRDefault="000D4C8F" w:rsidP="000D4C8F">
                            <w:r w:rsidRPr="00D967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PSV = </w:t>
                            </w:r>
                            <w:r w:rsidR="00977F2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51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EDV = </w:t>
                            </w:r>
                            <w:r w:rsidR="00977F2D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17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687705</wp:posOffset>
                      </wp:positionH>
                      <wp:positionV relativeFrom="paragraph">
                        <wp:posOffset>-13335</wp:posOffset>
                      </wp:positionV>
                      <wp:extent cx="4838065" cy="4699000"/>
                      <wp:effectExtent l="7620" t="1270" r="2540" b="5080"/>
                      <wp:wrapNone/>
                      <wp:docPr id="8" name="Group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38065" cy="4699000"/>
                                <a:chOff x="3255" y="3284"/>
                                <a:chExt cx="6401" cy="6217"/>
                              </a:xfrm>
                            </wpg:grpSpPr>
                            <wps:wsp>
                              <wps:cNvPr id="9" name="Freeform 3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01" y="3307"/>
                                  <a:ext cx="2261" cy="1310"/>
                                </a:xfrm>
                                <a:custGeom>
                                  <a:avLst/>
                                  <a:gdLst>
                                    <a:gd name="T0" fmla="*/ 0 w 1596"/>
                                    <a:gd name="T1" fmla="*/ 424 h 925"/>
                                    <a:gd name="T2" fmla="*/ 471 w 1596"/>
                                    <a:gd name="T3" fmla="*/ 525 h 925"/>
                                    <a:gd name="T4" fmla="*/ 1000 w 1596"/>
                                    <a:gd name="T5" fmla="*/ 776 h 925"/>
                                    <a:gd name="T6" fmla="*/ 1408 w 1596"/>
                                    <a:gd name="T7" fmla="*/ 796 h 925"/>
                                    <a:gd name="T8" fmla="*/ 1596 w 1596"/>
                                    <a:gd name="T9" fmla="*/ 0 h 9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6" h="925">
                                      <a:moveTo>
                                        <a:pt x="0" y="424"/>
                                      </a:moveTo>
                                      <a:cubicBezTo>
                                        <a:pt x="78" y="441"/>
                                        <a:pt x="304" y="466"/>
                                        <a:pt x="471" y="525"/>
                                      </a:cubicBezTo>
                                      <a:cubicBezTo>
                                        <a:pt x="638" y="584"/>
                                        <a:pt x="844" y="731"/>
                                        <a:pt x="1000" y="776"/>
                                      </a:cubicBezTo>
                                      <a:cubicBezTo>
                                        <a:pt x="1154" y="821"/>
                                        <a:pt x="1309" y="925"/>
                                        <a:pt x="1408" y="796"/>
                                      </a:cubicBezTo>
                                      <a:cubicBezTo>
                                        <a:pt x="1507" y="667"/>
                                        <a:pt x="1557" y="166"/>
                                        <a:pt x="159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3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97" y="3543"/>
                                  <a:ext cx="712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3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8000" y="4598"/>
                                  <a:ext cx="1537" cy="3526"/>
                                </a:xfrm>
                                <a:custGeom>
                                  <a:avLst/>
                                  <a:gdLst>
                                    <a:gd name="T0" fmla="*/ 348 w 1085"/>
                                    <a:gd name="T1" fmla="*/ 0 h 2489"/>
                                    <a:gd name="T2" fmla="*/ 175 w 1085"/>
                                    <a:gd name="T3" fmla="*/ 297 h 2489"/>
                                    <a:gd name="T4" fmla="*/ 58 w 1085"/>
                                    <a:gd name="T5" fmla="*/ 938 h 2489"/>
                                    <a:gd name="T6" fmla="*/ 113 w 1085"/>
                                    <a:gd name="T7" fmla="*/ 1702 h 2489"/>
                                    <a:gd name="T8" fmla="*/ 733 w 1085"/>
                                    <a:gd name="T9" fmla="*/ 2288 h 2489"/>
                                    <a:gd name="T10" fmla="*/ 1085 w 1085"/>
                                    <a:gd name="T11" fmla="*/ 2489 h 24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85" h="2489">
                                      <a:moveTo>
                                        <a:pt x="348" y="0"/>
                                      </a:moveTo>
                                      <a:cubicBezTo>
                                        <a:pt x="319" y="49"/>
                                        <a:pt x="224" y="141"/>
                                        <a:pt x="175" y="297"/>
                                      </a:cubicBezTo>
                                      <a:cubicBezTo>
                                        <a:pt x="127" y="453"/>
                                        <a:pt x="68" y="704"/>
                                        <a:pt x="58" y="938"/>
                                      </a:cubicBezTo>
                                      <a:cubicBezTo>
                                        <a:pt x="48" y="1171"/>
                                        <a:pt x="0" y="1477"/>
                                        <a:pt x="113" y="1702"/>
                                      </a:cubicBezTo>
                                      <a:cubicBezTo>
                                        <a:pt x="226" y="1928"/>
                                        <a:pt x="571" y="2157"/>
                                        <a:pt x="733" y="2288"/>
                                      </a:cubicBezTo>
                                      <a:cubicBezTo>
                                        <a:pt x="895" y="2419"/>
                                        <a:pt x="1012" y="2447"/>
                                        <a:pt x="1085" y="24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3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262" y="3940"/>
                                  <a:ext cx="1330" cy="476"/>
                                </a:xfrm>
                                <a:custGeom>
                                  <a:avLst/>
                                  <a:gdLst>
                                    <a:gd name="T0" fmla="*/ 91 w 939"/>
                                    <a:gd name="T1" fmla="*/ 5 h 336"/>
                                    <a:gd name="T2" fmla="*/ 135 w 939"/>
                                    <a:gd name="T3" fmla="*/ 201 h 336"/>
                                    <a:gd name="T4" fmla="*/ 584 w 939"/>
                                    <a:gd name="T5" fmla="*/ 266 h 336"/>
                                    <a:gd name="T6" fmla="*/ 923 w 939"/>
                                    <a:gd name="T7" fmla="*/ 319 h 336"/>
                                    <a:gd name="T8" fmla="*/ 683 w 939"/>
                                    <a:gd name="T9" fmla="*/ 162 h 336"/>
                                    <a:gd name="T10" fmla="*/ 91 w 939"/>
                                    <a:gd name="T11" fmla="*/ 5 h 3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39" h="336">
                                      <a:moveTo>
                                        <a:pt x="91" y="5"/>
                                      </a:moveTo>
                                      <a:cubicBezTo>
                                        <a:pt x="0" y="11"/>
                                        <a:pt x="53" y="158"/>
                                        <a:pt x="135" y="201"/>
                                      </a:cubicBezTo>
                                      <a:cubicBezTo>
                                        <a:pt x="217" y="244"/>
                                        <a:pt x="453" y="246"/>
                                        <a:pt x="584" y="266"/>
                                      </a:cubicBezTo>
                                      <a:cubicBezTo>
                                        <a:pt x="715" y="286"/>
                                        <a:pt x="907" y="336"/>
                                        <a:pt x="923" y="319"/>
                                      </a:cubicBezTo>
                                      <a:cubicBezTo>
                                        <a:pt x="939" y="302"/>
                                        <a:pt x="822" y="214"/>
                                        <a:pt x="683" y="162"/>
                                      </a:cubicBezTo>
                                      <a:cubicBezTo>
                                        <a:pt x="544" y="110"/>
                                        <a:pt x="188" y="0"/>
                                        <a:pt x="9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44" y="4549"/>
                                  <a:ext cx="544" cy="1088"/>
                                </a:xfrm>
                                <a:custGeom>
                                  <a:avLst/>
                                  <a:gdLst>
                                    <a:gd name="T0" fmla="*/ 282 w 301"/>
                                    <a:gd name="T1" fmla="*/ 10 h 719"/>
                                    <a:gd name="T2" fmla="*/ 76 w 301"/>
                                    <a:gd name="T3" fmla="*/ 126 h 719"/>
                                    <a:gd name="T4" fmla="*/ 12 w 301"/>
                                    <a:gd name="T5" fmla="*/ 443 h 719"/>
                                    <a:gd name="T6" fmla="*/ 24 w 301"/>
                                    <a:gd name="T7" fmla="*/ 677 h 719"/>
                                    <a:gd name="T8" fmla="*/ 153 w 301"/>
                                    <a:gd name="T9" fmla="*/ 188 h 719"/>
                                    <a:gd name="T10" fmla="*/ 282 w 301"/>
                                    <a:gd name="T11" fmla="*/ 10 h 7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1" h="719">
                                      <a:moveTo>
                                        <a:pt x="282" y="10"/>
                                      </a:moveTo>
                                      <a:cubicBezTo>
                                        <a:pt x="269" y="0"/>
                                        <a:pt x="121" y="54"/>
                                        <a:pt x="76" y="126"/>
                                      </a:cubicBezTo>
                                      <a:cubicBezTo>
                                        <a:pt x="31" y="198"/>
                                        <a:pt x="21" y="351"/>
                                        <a:pt x="12" y="443"/>
                                      </a:cubicBezTo>
                                      <a:cubicBezTo>
                                        <a:pt x="3" y="535"/>
                                        <a:pt x="0" y="719"/>
                                        <a:pt x="24" y="677"/>
                                      </a:cubicBezTo>
                                      <a:cubicBezTo>
                                        <a:pt x="48" y="635"/>
                                        <a:pt x="110" y="299"/>
                                        <a:pt x="153" y="188"/>
                                      </a:cubicBezTo>
                                      <a:cubicBezTo>
                                        <a:pt x="196" y="77"/>
                                        <a:pt x="301" y="10"/>
                                        <a:pt x="282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132" y="7566"/>
                                  <a:ext cx="439" cy="1334"/>
                                </a:xfrm>
                                <a:custGeom>
                                  <a:avLst/>
                                  <a:gdLst>
                                    <a:gd name="T0" fmla="*/ 206 w 250"/>
                                    <a:gd name="T1" fmla="*/ 6 h 882"/>
                                    <a:gd name="T2" fmla="*/ 242 w 250"/>
                                    <a:gd name="T3" fmla="*/ 294 h 882"/>
                                    <a:gd name="T4" fmla="*/ 158 w 250"/>
                                    <a:gd name="T5" fmla="*/ 654 h 882"/>
                                    <a:gd name="T6" fmla="*/ 14 w 250"/>
                                    <a:gd name="T7" fmla="*/ 870 h 882"/>
                                    <a:gd name="T8" fmla="*/ 74 w 250"/>
                                    <a:gd name="T9" fmla="*/ 582 h 882"/>
                                    <a:gd name="T10" fmla="*/ 158 w 250"/>
                                    <a:gd name="T11" fmla="*/ 330 h 882"/>
                                    <a:gd name="T12" fmla="*/ 206 w 250"/>
                                    <a:gd name="T13" fmla="*/ 6 h 8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50" h="882">
                                      <a:moveTo>
                                        <a:pt x="206" y="6"/>
                                      </a:moveTo>
                                      <a:cubicBezTo>
                                        <a:pt x="220" y="0"/>
                                        <a:pt x="250" y="186"/>
                                        <a:pt x="242" y="294"/>
                                      </a:cubicBezTo>
                                      <a:cubicBezTo>
                                        <a:pt x="234" y="402"/>
                                        <a:pt x="196" y="558"/>
                                        <a:pt x="158" y="654"/>
                                      </a:cubicBezTo>
                                      <a:cubicBezTo>
                                        <a:pt x="120" y="750"/>
                                        <a:pt x="28" y="882"/>
                                        <a:pt x="14" y="870"/>
                                      </a:cubicBezTo>
                                      <a:cubicBezTo>
                                        <a:pt x="0" y="858"/>
                                        <a:pt x="50" y="672"/>
                                        <a:pt x="74" y="582"/>
                                      </a:cubicBezTo>
                                      <a:cubicBezTo>
                                        <a:pt x="98" y="492"/>
                                        <a:pt x="132" y="428"/>
                                        <a:pt x="158" y="330"/>
                                      </a:cubicBezTo>
                                      <a:cubicBezTo>
                                        <a:pt x="184" y="232"/>
                                        <a:pt x="192" y="12"/>
                                        <a:pt x="206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50" y="8073"/>
                                  <a:ext cx="2306" cy="666"/>
                                </a:xfrm>
                                <a:custGeom>
                                  <a:avLst/>
                                  <a:gdLst>
                                    <a:gd name="T0" fmla="*/ 73 w 1628"/>
                                    <a:gd name="T1" fmla="*/ 184 h 470"/>
                                    <a:gd name="T2" fmla="*/ 290 w 1628"/>
                                    <a:gd name="T3" fmla="*/ 7 h 470"/>
                                    <a:gd name="T4" fmla="*/ 544 w 1628"/>
                                    <a:gd name="T5" fmla="*/ 136 h 470"/>
                                    <a:gd name="T6" fmla="*/ 1126 w 1628"/>
                                    <a:gd name="T7" fmla="*/ 251 h 470"/>
                                    <a:gd name="T8" fmla="*/ 1507 w 1628"/>
                                    <a:gd name="T9" fmla="*/ 245 h 470"/>
                                    <a:gd name="T10" fmla="*/ 1502 w 1628"/>
                                    <a:gd name="T11" fmla="*/ 287 h 470"/>
                                    <a:gd name="T12" fmla="*/ 752 w 1628"/>
                                    <a:gd name="T13" fmla="*/ 341 h 470"/>
                                    <a:gd name="T14" fmla="*/ 187 w 1628"/>
                                    <a:gd name="T15" fmla="*/ 405 h 470"/>
                                    <a:gd name="T16" fmla="*/ 19 w 1628"/>
                                    <a:gd name="T17" fmla="*/ 434 h 470"/>
                                    <a:gd name="T18" fmla="*/ 73 w 1628"/>
                                    <a:gd name="T19" fmla="*/ 184 h 4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1628" h="470">
                                      <a:moveTo>
                                        <a:pt x="73" y="184"/>
                                      </a:moveTo>
                                      <a:cubicBezTo>
                                        <a:pt x="118" y="113"/>
                                        <a:pt x="212" y="15"/>
                                        <a:pt x="290" y="7"/>
                                      </a:cubicBezTo>
                                      <a:cubicBezTo>
                                        <a:pt x="368" y="0"/>
                                        <a:pt x="405" y="95"/>
                                        <a:pt x="544" y="136"/>
                                      </a:cubicBezTo>
                                      <a:cubicBezTo>
                                        <a:pt x="683" y="176"/>
                                        <a:pt x="966" y="233"/>
                                        <a:pt x="1126" y="251"/>
                                      </a:cubicBezTo>
                                      <a:cubicBezTo>
                                        <a:pt x="1286" y="269"/>
                                        <a:pt x="1444" y="239"/>
                                        <a:pt x="1507" y="245"/>
                                      </a:cubicBezTo>
                                      <a:cubicBezTo>
                                        <a:pt x="1570" y="251"/>
                                        <a:pt x="1628" y="271"/>
                                        <a:pt x="1502" y="287"/>
                                      </a:cubicBezTo>
                                      <a:cubicBezTo>
                                        <a:pt x="1376" y="303"/>
                                        <a:pt x="971" y="321"/>
                                        <a:pt x="752" y="341"/>
                                      </a:cubicBezTo>
                                      <a:cubicBezTo>
                                        <a:pt x="533" y="361"/>
                                        <a:pt x="309" y="389"/>
                                        <a:pt x="187" y="405"/>
                                      </a:cubicBezTo>
                                      <a:cubicBezTo>
                                        <a:pt x="64" y="421"/>
                                        <a:pt x="38" y="470"/>
                                        <a:pt x="19" y="434"/>
                                      </a:cubicBezTo>
                                      <a:cubicBezTo>
                                        <a:pt x="0" y="397"/>
                                        <a:pt x="28" y="254"/>
                                        <a:pt x="73" y="18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06" y="3917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711" y="3611"/>
                                  <a:ext cx="340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4147" y="3314"/>
                                  <a:ext cx="2254" cy="1300"/>
                                </a:xfrm>
                                <a:custGeom>
                                  <a:avLst/>
                                  <a:gdLst>
                                    <a:gd name="T0" fmla="*/ 1591 w 1591"/>
                                    <a:gd name="T1" fmla="*/ 419 h 918"/>
                                    <a:gd name="T2" fmla="*/ 1126 w 1591"/>
                                    <a:gd name="T3" fmla="*/ 519 h 918"/>
                                    <a:gd name="T4" fmla="*/ 599 w 1591"/>
                                    <a:gd name="T5" fmla="*/ 770 h 918"/>
                                    <a:gd name="T6" fmla="*/ 190 w 1591"/>
                                    <a:gd name="T7" fmla="*/ 790 h 918"/>
                                    <a:gd name="T8" fmla="*/ 0 w 1591"/>
                                    <a:gd name="T9" fmla="*/ 0 h 91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591" h="918">
                                      <a:moveTo>
                                        <a:pt x="1591" y="419"/>
                                      </a:moveTo>
                                      <a:cubicBezTo>
                                        <a:pt x="1513" y="435"/>
                                        <a:pt x="1291" y="460"/>
                                        <a:pt x="1126" y="519"/>
                                      </a:cubicBezTo>
                                      <a:cubicBezTo>
                                        <a:pt x="961" y="578"/>
                                        <a:pt x="753" y="725"/>
                                        <a:pt x="599" y="770"/>
                                      </a:cubicBezTo>
                                      <a:cubicBezTo>
                                        <a:pt x="443" y="815"/>
                                        <a:pt x="290" y="918"/>
                                        <a:pt x="190" y="790"/>
                                      </a:cubicBezTo>
                                      <a:cubicBezTo>
                                        <a:pt x="90" y="662"/>
                                        <a:pt x="40" y="16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04" y="3542"/>
                                  <a:ext cx="713" cy="1109"/>
                                </a:xfrm>
                                <a:custGeom>
                                  <a:avLst/>
                                  <a:gdLst>
                                    <a:gd name="T0" fmla="*/ 0 w 405"/>
                                    <a:gd name="T1" fmla="*/ 601 h 733"/>
                                    <a:gd name="T2" fmla="*/ 84 w 405"/>
                                    <a:gd name="T3" fmla="*/ 709 h 733"/>
                                    <a:gd name="T4" fmla="*/ 312 w 405"/>
                                    <a:gd name="T5" fmla="*/ 673 h 733"/>
                                    <a:gd name="T6" fmla="*/ 396 w 405"/>
                                    <a:gd name="T7" fmla="*/ 349 h 733"/>
                                    <a:gd name="T8" fmla="*/ 365 w 405"/>
                                    <a:gd name="T9" fmla="*/ 75 h 733"/>
                                    <a:gd name="T10" fmla="*/ 254 w 405"/>
                                    <a:gd name="T11" fmla="*/ 30 h 733"/>
                                    <a:gd name="T12" fmla="*/ 96 w 405"/>
                                    <a:gd name="T13" fmla="*/ 253 h 7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05" h="733">
                                      <a:moveTo>
                                        <a:pt x="0" y="601"/>
                                      </a:moveTo>
                                      <a:cubicBezTo>
                                        <a:pt x="16" y="649"/>
                                        <a:pt x="32" y="697"/>
                                        <a:pt x="84" y="709"/>
                                      </a:cubicBezTo>
                                      <a:cubicBezTo>
                                        <a:pt x="136" y="721"/>
                                        <a:pt x="260" y="733"/>
                                        <a:pt x="312" y="673"/>
                                      </a:cubicBezTo>
                                      <a:cubicBezTo>
                                        <a:pt x="364" y="613"/>
                                        <a:pt x="387" y="449"/>
                                        <a:pt x="396" y="349"/>
                                      </a:cubicBezTo>
                                      <a:cubicBezTo>
                                        <a:pt x="405" y="249"/>
                                        <a:pt x="389" y="128"/>
                                        <a:pt x="365" y="75"/>
                                      </a:cubicBezTo>
                                      <a:cubicBezTo>
                                        <a:pt x="341" y="22"/>
                                        <a:pt x="299" y="0"/>
                                        <a:pt x="254" y="30"/>
                                      </a:cubicBezTo>
                                      <a:cubicBezTo>
                                        <a:pt x="209" y="60"/>
                                        <a:pt x="129" y="207"/>
                                        <a:pt x="96" y="2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20" y="4596"/>
                                  <a:ext cx="1470" cy="3474"/>
                                </a:xfrm>
                                <a:custGeom>
                                  <a:avLst/>
                                  <a:gdLst>
                                    <a:gd name="T0" fmla="*/ 690 w 1038"/>
                                    <a:gd name="T1" fmla="*/ 0 h 2453"/>
                                    <a:gd name="T2" fmla="*/ 863 w 1038"/>
                                    <a:gd name="T3" fmla="*/ 297 h 2453"/>
                                    <a:gd name="T4" fmla="*/ 980 w 1038"/>
                                    <a:gd name="T5" fmla="*/ 938 h 2453"/>
                                    <a:gd name="T6" fmla="*/ 925 w 1038"/>
                                    <a:gd name="T7" fmla="*/ 1703 h 2453"/>
                                    <a:gd name="T8" fmla="*/ 305 w 1038"/>
                                    <a:gd name="T9" fmla="*/ 2289 h 2453"/>
                                    <a:gd name="T10" fmla="*/ 0 w 1038"/>
                                    <a:gd name="T11" fmla="*/ 2453 h 245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38" h="2453">
                                      <a:moveTo>
                                        <a:pt x="690" y="0"/>
                                      </a:moveTo>
                                      <a:cubicBezTo>
                                        <a:pt x="719" y="49"/>
                                        <a:pt x="814" y="141"/>
                                        <a:pt x="863" y="297"/>
                                      </a:cubicBezTo>
                                      <a:cubicBezTo>
                                        <a:pt x="911" y="453"/>
                                        <a:pt x="970" y="704"/>
                                        <a:pt x="980" y="938"/>
                                      </a:cubicBezTo>
                                      <a:cubicBezTo>
                                        <a:pt x="990" y="1172"/>
                                        <a:pt x="1038" y="1477"/>
                                        <a:pt x="925" y="1703"/>
                                      </a:cubicBezTo>
                                      <a:cubicBezTo>
                                        <a:pt x="812" y="1928"/>
                                        <a:pt x="459" y="2164"/>
                                        <a:pt x="305" y="2289"/>
                                      </a:cubicBezTo>
                                      <a:cubicBezTo>
                                        <a:pt x="151" y="2414"/>
                                        <a:pt x="64" y="2419"/>
                                        <a:pt x="0" y="245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DDDDDD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2" y="3950"/>
                                  <a:ext cx="1291" cy="486"/>
                                </a:xfrm>
                                <a:custGeom>
                                  <a:avLst/>
                                  <a:gdLst>
                                    <a:gd name="T0" fmla="*/ 816 w 911"/>
                                    <a:gd name="T1" fmla="*/ 0 h 343"/>
                                    <a:gd name="T2" fmla="*/ 826 w 911"/>
                                    <a:gd name="T3" fmla="*/ 182 h 343"/>
                                    <a:gd name="T4" fmla="*/ 368 w 911"/>
                                    <a:gd name="T5" fmla="*/ 256 h 343"/>
                                    <a:gd name="T6" fmla="*/ 18 w 911"/>
                                    <a:gd name="T7" fmla="*/ 324 h 343"/>
                                    <a:gd name="T8" fmla="*/ 258 w 911"/>
                                    <a:gd name="T9" fmla="*/ 141 h 343"/>
                                    <a:gd name="T10" fmla="*/ 816 w 911"/>
                                    <a:gd name="T11" fmla="*/ 0 h 3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911" h="343">
                                      <a:moveTo>
                                        <a:pt x="816" y="0"/>
                                      </a:moveTo>
                                      <a:cubicBezTo>
                                        <a:pt x="911" y="7"/>
                                        <a:pt x="901" y="139"/>
                                        <a:pt x="826" y="182"/>
                                      </a:cubicBezTo>
                                      <a:cubicBezTo>
                                        <a:pt x="751" y="225"/>
                                        <a:pt x="503" y="232"/>
                                        <a:pt x="368" y="256"/>
                                      </a:cubicBezTo>
                                      <a:cubicBezTo>
                                        <a:pt x="233" y="280"/>
                                        <a:pt x="36" y="343"/>
                                        <a:pt x="18" y="324"/>
                                      </a:cubicBezTo>
                                      <a:cubicBezTo>
                                        <a:pt x="0" y="305"/>
                                        <a:pt x="125" y="195"/>
                                        <a:pt x="258" y="141"/>
                                      </a:cubicBezTo>
                                      <a:cubicBezTo>
                                        <a:pt x="391" y="87"/>
                                        <a:pt x="700" y="30"/>
                                        <a:pt x="816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424" y="4547"/>
                                  <a:ext cx="529" cy="976"/>
                                </a:xfrm>
                                <a:custGeom>
                                  <a:avLst/>
                                  <a:gdLst>
                                    <a:gd name="T0" fmla="*/ 19 w 293"/>
                                    <a:gd name="T1" fmla="*/ 10 h 645"/>
                                    <a:gd name="T2" fmla="*/ 225 w 293"/>
                                    <a:gd name="T3" fmla="*/ 126 h 645"/>
                                    <a:gd name="T4" fmla="*/ 283 w 293"/>
                                    <a:gd name="T5" fmla="*/ 384 h 645"/>
                                    <a:gd name="T6" fmla="*/ 271 w 293"/>
                                    <a:gd name="T7" fmla="*/ 612 h 645"/>
                                    <a:gd name="T8" fmla="*/ 148 w 293"/>
                                    <a:gd name="T9" fmla="*/ 188 h 645"/>
                                    <a:gd name="T10" fmla="*/ 19 w 293"/>
                                    <a:gd name="T11" fmla="*/ 10 h 6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3" h="645">
                                      <a:moveTo>
                                        <a:pt x="19" y="10"/>
                                      </a:moveTo>
                                      <a:cubicBezTo>
                                        <a:pt x="32" y="0"/>
                                        <a:pt x="181" y="64"/>
                                        <a:pt x="225" y="126"/>
                                      </a:cubicBezTo>
                                      <a:cubicBezTo>
                                        <a:pt x="269" y="188"/>
                                        <a:pt x="275" y="303"/>
                                        <a:pt x="283" y="384"/>
                                      </a:cubicBezTo>
                                      <a:cubicBezTo>
                                        <a:pt x="291" y="465"/>
                                        <a:pt x="293" y="645"/>
                                        <a:pt x="271" y="612"/>
                                      </a:cubicBezTo>
                                      <a:cubicBezTo>
                                        <a:pt x="249" y="579"/>
                                        <a:pt x="190" y="288"/>
                                        <a:pt x="148" y="188"/>
                                      </a:cubicBezTo>
                                      <a:cubicBezTo>
                                        <a:pt x="106" y="88"/>
                                        <a:pt x="0" y="10"/>
                                        <a:pt x="19" y="1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255" y="8048"/>
                                  <a:ext cx="2278" cy="538"/>
                                </a:xfrm>
                                <a:custGeom>
                                  <a:avLst/>
                                  <a:gdLst>
                                    <a:gd name="T0" fmla="*/ 1608 w 1608"/>
                                    <a:gd name="T1" fmla="*/ 298 h 380"/>
                                    <a:gd name="T2" fmla="*/ 1267 w 1608"/>
                                    <a:gd name="T3" fmla="*/ 25 h 380"/>
                                    <a:gd name="T4" fmla="*/ 1013 w 1608"/>
                                    <a:gd name="T5" fmla="*/ 153 h 380"/>
                                    <a:gd name="T6" fmla="*/ 432 w 1608"/>
                                    <a:gd name="T7" fmla="*/ 268 h 380"/>
                                    <a:gd name="T8" fmla="*/ 46 w 1608"/>
                                    <a:gd name="T9" fmla="*/ 261 h 380"/>
                                    <a:gd name="T10" fmla="*/ 155 w 1608"/>
                                    <a:gd name="T11" fmla="*/ 325 h 380"/>
                                    <a:gd name="T12" fmla="*/ 413 w 1608"/>
                                    <a:gd name="T13" fmla="*/ 330 h 380"/>
                                    <a:gd name="T14" fmla="*/ 803 w 1608"/>
                                    <a:gd name="T15" fmla="*/ 298 h 380"/>
                                    <a:gd name="T16" fmla="*/ 1378 w 1608"/>
                                    <a:gd name="T17" fmla="*/ 368 h 380"/>
                                    <a:gd name="T18" fmla="*/ 1562 w 1608"/>
                                    <a:gd name="T19" fmla="*/ 368 h 380"/>
                                    <a:gd name="T20" fmla="*/ 1608 w 1608"/>
                                    <a:gd name="T21" fmla="*/ 298 h 3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1608" h="380">
                                      <a:moveTo>
                                        <a:pt x="1608" y="298"/>
                                      </a:moveTo>
                                      <a:cubicBezTo>
                                        <a:pt x="1526" y="227"/>
                                        <a:pt x="1367" y="49"/>
                                        <a:pt x="1267" y="25"/>
                                      </a:cubicBezTo>
                                      <a:cubicBezTo>
                                        <a:pt x="1167" y="0"/>
                                        <a:pt x="1152" y="112"/>
                                        <a:pt x="1013" y="153"/>
                                      </a:cubicBezTo>
                                      <a:cubicBezTo>
                                        <a:pt x="875" y="193"/>
                                        <a:pt x="593" y="250"/>
                                        <a:pt x="432" y="268"/>
                                      </a:cubicBezTo>
                                      <a:cubicBezTo>
                                        <a:pt x="271" y="286"/>
                                        <a:pt x="92" y="252"/>
                                        <a:pt x="46" y="261"/>
                                      </a:cubicBezTo>
                                      <a:cubicBezTo>
                                        <a:pt x="0" y="270"/>
                                        <a:pt x="94" y="314"/>
                                        <a:pt x="155" y="325"/>
                                      </a:cubicBezTo>
                                      <a:cubicBezTo>
                                        <a:pt x="216" y="336"/>
                                        <a:pt x="305" y="335"/>
                                        <a:pt x="413" y="330"/>
                                      </a:cubicBezTo>
                                      <a:cubicBezTo>
                                        <a:pt x="521" y="325"/>
                                        <a:pt x="643" y="291"/>
                                        <a:pt x="803" y="298"/>
                                      </a:cubicBezTo>
                                      <a:cubicBezTo>
                                        <a:pt x="964" y="304"/>
                                        <a:pt x="1252" y="357"/>
                                        <a:pt x="1378" y="368"/>
                                      </a:cubicBezTo>
                                      <a:cubicBezTo>
                                        <a:pt x="1505" y="380"/>
                                        <a:pt x="1524" y="380"/>
                                        <a:pt x="1562" y="368"/>
                                      </a:cubicBezTo>
                                      <a:cubicBezTo>
                                        <a:pt x="1600" y="357"/>
                                        <a:pt x="1598" y="313"/>
                                        <a:pt x="1608" y="298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32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044" y="3916"/>
                                  <a:ext cx="160" cy="266"/>
                                </a:xfrm>
                                <a:custGeom>
                                  <a:avLst/>
                                  <a:gdLst>
                                    <a:gd name="T0" fmla="*/ 48 w 91"/>
                                    <a:gd name="T1" fmla="*/ 6 h 176"/>
                                    <a:gd name="T2" fmla="*/ 84 w 91"/>
                                    <a:gd name="T3" fmla="*/ 80 h 176"/>
                                    <a:gd name="T4" fmla="*/ 86 w 91"/>
                                    <a:gd name="T5" fmla="*/ 155 h 176"/>
                                    <a:gd name="T6" fmla="*/ 53 w 91"/>
                                    <a:gd name="T7" fmla="*/ 174 h 176"/>
                                    <a:gd name="T8" fmla="*/ 5 w 91"/>
                                    <a:gd name="T9" fmla="*/ 145 h 176"/>
                                    <a:gd name="T10" fmla="*/ 24 w 91"/>
                                    <a:gd name="T11" fmla="*/ 107 h 176"/>
                                    <a:gd name="T12" fmla="*/ 24 w 91"/>
                                    <a:gd name="T13" fmla="*/ 44 h 176"/>
                                    <a:gd name="T14" fmla="*/ 48 w 91"/>
                                    <a:gd name="T15" fmla="*/ 6 h 1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91" h="176">
                                      <a:moveTo>
                                        <a:pt x="48" y="6"/>
                                      </a:moveTo>
                                      <a:cubicBezTo>
                                        <a:pt x="58" y="12"/>
                                        <a:pt x="78" y="55"/>
                                        <a:pt x="84" y="80"/>
                                      </a:cubicBezTo>
                                      <a:cubicBezTo>
                                        <a:pt x="90" y="105"/>
                                        <a:pt x="91" y="139"/>
                                        <a:pt x="86" y="155"/>
                                      </a:cubicBezTo>
                                      <a:cubicBezTo>
                                        <a:pt x="81" y="171"/>
                                        <a:pt x="66" y="176"/>
                                        <a:pt x="53" y="174"/>
                                      </a:cubicBezTo>
                                      <a:cubicBezTo>
                                        <a:pt x="40" y="172"/>
                                        <a:pt x="10" y="156"/>
                                        <a:pt x="5" y="145"/>
                                      </a:cubicBezTo>
                                      <a:cubicBezTo>
                                        <a:pt x="0" y="134"/>
                                        <a:pt x="21" y="124"/>
                                        <a:pt x="24" y="107"/>
                                      </a:cubicBezTo>
                                      <a:cubicBezTo>
                                        <a:pt x="27" y="90"/>
                                        <a:pt x="20" y="62"/>
                                        <a:pt x="24" y="44"/>
                                      </a:cubicBezTo>
                                      <a:cubicBezTo>
                                        <a:pt x="28" y="26"/>
                                        <a:pt x="38" y="0"/>
                                        <a:pt x="4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32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1" y="3610"/>
                                  <a:ext cx="341" cy="724"/>
                                </a:xfrm>
                                <a:custGeom>
                                  <a:avLst/>
                                  <a:gdLst>
                                    <a:gd name="T0" fmla="*/ 8 w 193"/>
                                    <a:gd name="T1" fmla="*/ 143 h 478"/>
                                    <a:gd name="T2" fmla="*/ 123 w 193"/>
                                    <a:gd name="T3" fmla="*/ 4 h 478"/>
                                    <a:gd name="T4" fmla="*/ 183 w 193"/>
                                    <a:gd name="T5" fmla="*/ 117 h 478"/>
                                    <a:gd name="T6" fmla="*/ 186 w 193"/>
                                    <a:gd name="T7" fmla="*/ 309 h 478"/>
                                    <a:gd name="T8" fmla="*/ 157 w 193"/>
                                    <a:gd name="T9" fmla="*/ 467 h 478"/>
                                    <a:gd name="T10" fmla="*/ 128 w 193"/>
                                    <a:gd name="T11" fmla="*/ 376 h 478"/>
                                    <a:gd name="T12" fmla="*/ 68 w 193"/>
                                    <a:gd name="T13" fmla="*/ 282 h 478"/>
                                    <a:gd name="T14" fmla="*/ 109 w 193"/>
                                    <a:gd name="T15" fmla="*/ 304 h 478"/>
                                    <a:gd name="T16" fmla="*/ 152 w 193"/>
                                    <a:gd name="T17" fmla="*/ 376 h 478"/>
                                    <a:gd name="T18" fmla="*/ 147 w 193"/>
                                    <a:gd name="T19" fmla="*/ 210 h 478"/>
                                    <a:gd name="T20" fmla="*/ 128 w 193"/>
                                    <a:gd name="T21" fmla="*/ 45 h 478"/>
                                    <a:gd name="T22" fmla="*/ 73 w 193"/>
                                    <a:gd name="T23" fmla="*/ 78 h 478"/>
                                    <a:gd name="T24" fmla="*/ 8 w 193"/>
                                    <a:gd name="T25" fmla="*/ 143 h 47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93" h="478">
                                      <a:moveTo>
                                        <a:pt x="8" y="143"/>
                                      </a:moveTo>
                                      <a:cubicBezTo>
                                        <a:pt x="16" y="131"/>
                                        <a:pt x="94" y="8"/>
                                        <a:pt x="123" y="4"/>
                                      </a:cubicBezTo>
                                      <a:cubicBezTo>
                                        <a:pt x="152" y="0"/>
                                        <a:pt x="173" y="66"/>
                                        <a:pt x="183" y="117"/>
                                      </a:cubicBezTo>
                                      <a:cubicBezTo>
                                        <a:pt x="193" y="168"/>
                                        <a:pt x="190" y="251"/>
                                        <a:pt x="186" y="309"/>
                                      </a:cubicBezTo>
                                      <a:cubicBezTo>
                                        <a:pt x="182" y="367"/>
                                        <a:pt x="167" y="456"/>
                                        <a:pt x="157" y="467"/>
                                      </a:cubicBezTo>
                                      <a:cubicBezTo>
                                        <a:pt x="147" y="478"/>
                                        <a:pt x="143" y="407"/>
                                        <a:pt x="128" y="376"/>
                                      </a:cubicBezTo>
                                      <a:cubicBezTo>
                                        <a:pt x="113" y="345"/>
                                        <a:pt x="71" y="294"/>
                                        <a:pt x="68" y="282"/>
                                      </a:cubicBezTo>
                                      <a:cubicBezTo>
                                        <a:pt x="65" y="270"/>
                                        <a:pt x="95" y="288"/>
                                        <a:pt x="109" y="304"/>
                                      </a:cubicBezTo>
                                      <a:cubicBezTo>
                                        <a:pt x="123" y="320"/>
                                        <a:pt x="146" y="392"/>
                                        <a:pt x="152" y="376"/>
                                      </a:cubicBezTo>
                                      <a:cubicBezTo>
                                        <a:pt x="158" y="360"/>
                                        <a:pt x="151" y="265"/>
                                        <a:pt x="147" y="210"/>
                                      </a:cubicBezTo>
                                      <a:cubicBezTo>
                                        <a:pt x="143" y="155"/>
                                        <a:pt x="140" y="67"/>
                                        <a:pt x="128" y="45"/>
                                      </a:cubicBezTo>
                                      <a:cubicBezTo>
                                        <a:pt x="116" y="23"/>
                                        <a:pt x="92" y="60"/>
                                        <a:pt x="73" y="78"/>
                                      </a:cubicBezTo>
                                      <a:cubicBezTo>
                                        <a:pt x="54" y="96"/>
                                        <a:pt x="0" y="155"/>
                                        <a:pt x="8" y="1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3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86" y="3294"/>
                                  <a:ext cx="885" cy="1470"/>
                                </a:xfrm>
                                <a:custGeom>
                                  <a:avLst/>
                                  <a:gdLst>
                                    <a:gd name="T0" fmla="*/ 68 w 625"/>
                                    <a:gd name="T1" fmla="*/ 0 h 1038"/>
                                    <a:gd name="T2" fmla="*/ 19 w 625"/>
                                    <a:gd name="T3" fmla="*/ 302 h 1038"/>
                                    <a:gd name="T4" fmla="*/ 185 w 625"/>
                                    <a:gd name="T5" fmla="*/ 917 h 1038"/>
                                    <a:gd name="T6" fmla="*/ 479 w 625"/>
                                    <a:gd name="T7" fmla="*/ 1025 h 1038"/>
                                    <a:gd name="T8" fmla="*/ 623 w 625"/>
                                    <a:gd name="T9" fmla="*/ 930 h 1038"/>
                                    <a:gd name="T10" fmla="*/ 473 w 625"/>
                                    <a:gd name="T11" fmla="*/ 971 h 1038"/>
                                    <a:gd name="T12" fmla="*/ 234 w 625"/>
                                    <a:gd name="T13" fmla="*/ 892 h 1038"/>
                                    <a:gd name="T14" fmla="*/ 148 w 625"/>
                                    <a:gd name="T15" fmla="*/ 602 h 1038"/>
                                    <a:gd name="T16" fmla="*/ 166 w 625"/>
                                    <a:gd name="T17" fmla="*/ 284 h 1038"/>
                                    <a:gd name="T18" fmla="*/ 304 w 625"/>
                                    <a:gd name="T19" fmla="*/ 161 h 1038"/>
                                    <a:gd name="T20" fmla="*/ 473 w 625"/>
                                    <a:gd name="T21" fmla="*/ 287 h 1038"/>
                                    <a:gd name="T22" fmla="*/ 442 w 625"/>
                                    <a:gd name="T23" fmla="*/ 3 h 10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25" h="1038">
                                      <a:moveTo>
                                        <a:pt x="68" y="0"/>
                                      </a:moveTo>
                                      <a:cubicBezTo>
                                        <a:pt x="60" y="51"/>
                                        <a:pt x="0" y="149"/>
                                        <a:pt x="19" y="302"/>
                                      </a:cubicBezTo>
                                      <a:cubicBezTo>
                                        <a:pt x="38" y="455"/>
                                        <a:pt x="109" y="797"/>
                                        <a:pt x="185" y="917"/>
                                      </a:cubicBezTo>
                                      <a:cubicBezTo>
                                        <a:pt x="262" y="1038"/>
                                        <a:pt x="406" y="1023"/>
                                        <a:pt x="479" y="1025"/>
                                      </a:cubicBezTo>
                                      <a:cubicBezTo>
                                        <a:pt x="552" y="1027"/>
                                        <a:pt x="625" y="939"/>
                                        <a:pt x="623" y="930"/>
                                      </a:cubicBezTo>
                                      <a:cubicBezTo>
                                        <a:pt x="622" y="922"/>
                                        <a:pt x="538" y="977"/>
                                        <a:pt x="473" y="971"/>
                                      </a:cubicBezTo>
                                      <a:cubicBezTo>
                                        <a:pt x="407" y="964"/>
                                        <a:pt x="287" y="954"/>
                                        <a:pt x="234" y="892"/>
                                      </a:cubicBezTo>
                                      <a:cubicBezTo>
                                        <a:pt x="180" y="830"/>
                                        <a:pt x="160" y="704"/>
                                        <a:pt x="148" y="602"/>
                                      </a:cubicBezTo>
                                      <a:cubicBezTo>
                                        <a:pt x="137" y="501"/>
                                        <a:pt x="140" y="358"/>
                                        <a:pt x="166" y="284"/>
                                      </a:cubicBezTo>
                                      <a:cubicBezTo>
                                        <a:pt x="192" y="210"/>
                                        <a:pt x="253" y="161"/>
                                        <a:pt x="304" y="161"/>
                                      </a:cubicBezTo>
                                      <a:cubicBezTo>
                                        <a:pt x="355" y="161"/>
                                        <a:pt x="450" y="313"/>
                                        <a:pt x="473" y="287"/>
                                      </a:cubicBezTo>
                                      <a:cubicBezTo>
                                        <a:pt x="496" y="261"/>
                                        <a:pt x="448" y="62"/>
                                        <a:pt x="442" y="3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3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452" y="3294"/>
                                  <a:ext cx="860" cy="1459"/>
                                </a:xfrm>
                                <a:custGeom>
                                  <a:avLst/>
                                  <a:gdLst>
                                    <a:gd name="T0" fmla="*/ 544 w 607"/>
                                    <a:gd name="T1" fmla="*/ 0 h 1030"/>
                                    <a:gd name="T2" fmla="*/ 589 w 607"/>
                                    <a:gd name="T3" fmla="*/ 349 h 1030"/>
                                    <a:gd name="T4" fmla="*/ 438 w 607"/>
                                    <a:gd name="T5" fmla="*/ 917 h 1030"/>
                                    <a:gd name="T6" fmla="*/ 145 w 607"/>
                                    <a:gd name="T7" fmla="*/ 1025 h 1030"/>
                                    <a:gd name="T8" fmla="*/ 1 w 607"/>
                                    <a:gd name="T9" fmla="*/ 930 h 1030"/>
                                    <a:gd name="T10" fmla="*/ 151 w 607"/>
                                    <a:gd name="T11" fmla="*/ 971 h 1030"/>
                                    <a:gd name="T12" fmla="*/ 390 w 607"/>
                                    <a:gd name="T13" fmla="*/ 892 h 1030"/>
                                    <a:gd name="T14" fmla="*/ 475 w 607"/>
                                    <a:gd name="T15" fmla="*/ 602 h 1030"/>
                                    <a:gd name="T16" fmla="*/ 457 w 607"/>
                                    <a:gd name="T17" fmla="*/ 284 h 1030"/>
                                    <a:gd name="T18" fmla="*/ 320 w 607"/>
                                    <a:gd name="T19" fmla="*/ 161 h 1030"/>
                                    <a:gd name="T20" fmla="*/ 151 w 607"/>
                                    <a:gd name="T21" fmla="*/ 287 h 1030"/>
                                    <a:gd name="T22" fmla="*/ 178 w 607"/>
                                    <a:gd name="T23" fmla="*/ 9 h 103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607" h="1030">
                                      <a:moveTo>
                                        <a:pt x="544" y="0"/>
                                      </a:moveTo>
                                      <a:cubicBezTo>
                                        <a:pt x="551" y="58"/>
                                        <a:pt x="607" y="196"/>
                                        <a:pt x="589" y="349"/>
                                      </a:cubicBezTo>
                                      <a:cubicBezTo>
                                        <a:pt x="571" y="502"/>
                                        <a:pt x="512" y="804"/>
                                        <a:pt x="438" y="917"/>
                                      </a:cubicBezTo>
                                      <a:cubicBezTo>
                                        <a:pt x="364" y="1030"/>
                                        <a:pt x="218" y="1023"/>
                                        <a:pt x="145" y="1025"/>
                                      </a:cubicBezTo>
                                      <a:cubicBezTo>
                                        <a:pt x="72" y="1027"/>
                                        <a:pt x="0" y="939"/>
                                        <a:pt x="1" y="930"/>
                                      </a:cubicBezTo>
                                      <a:cubicBezTo>
                                        <a:pt x="2" y="922"/>
                                        <a:pt x="86" y="977"/>
                                        <a:pt x="151" y="971"/>
                                      </a:cubicBezTo>
                                      <a:cubicBezTo>
                                        <a:pt x="216" y="964"/>
                                        <a:pt x="336" y="954"/>
                                        <a:pt x="390" y="892"/>
                                      </a:cubicBezTo>
                                      <a:cubicBezTo>
                                        <a:pt x="443" y="830"/>
                                        <a:pt x="464" y="704"/>
                                        <a:pt x="475" y="602"/>
                                      </a:cubicBezTo>
                                      <a:cubicBezTo>
                                        <a:pt x="487" y="501"/>
                                        <a:pt x="483" y="358"/>
                                        <a:pt x="457" y="284"/>
                                      </a:cubicBezTo>
                                      <a:cubicBezTo>
                                        <a:pt x="432" y="210"/>
                                        <a:pt x="371" y="161"/>
                                        <a:pt x="320" y="161"/>
                                      </a:cubicBezTo>
                                      <a:cubicBezTo>
                                        <a:pt x="269" y="161"/>
                                        <a:pt x="175" y="312"/>
                                        <a:pt x="151" y="287"/>
                                      </a:cubicBezTo>
                                      <a:cubicBezTo>
                                        <a:pt x="127" y="262"/>
                                        <a:pt x="173" y="67"/>
                                        <a:pt x="178" y="9"/>
                                      </a:cubicBezTo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3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68" y="3284"/>
                                  <a:ext cx="377" cy="221"/>
                                </a:xfrm>
                                <a:custGeom>
                                  <a:avLst/>
                                  <a:gdLst>
                                    <a:gd name="T0" fmla="*/ 10 w 266"/>
                                    <a:gd name="T1" fmla="*/ 154 h 156"/>
                                    <a:gd name="T2" fmla="*/ 176 w 266"/>
                                    <a:gd name="T3" fmla="*/ 20 h 156"/>
                                    <a:gd name="T4" fmla="*/ 238 w 266"/>
                                    <a:gd name="T5" fmla="*/ 31 h 156"/>
                                    <a:gd name="T6" fmla="*/ 10 w 266"/>
                                    <a:gd name="T7" fmla="*/ 154 h 1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66" h="156">
                                      <a:moveTo>
                                        <a:pt x="10" y="154"/>
                                      </a:moveTo>
                                      <a:cubicBezTo>
                                        <a:pt x="0" y="152"/>
                                        <a:pt x="138" y="40"/>
                                        <a:pt x="176" y="20"/>
                                      </a:cubicBezTo>
                                      <a:cubicBezTo>
                                        <a:pt x="214" y="0"/>
                                        <a:pt x="266" y="9"/>
                                        <a:pt x="238" y="31"/>
                                      </a:cubicBezTo>
                                      <a:cubicBezTo>
                                        <a:pt x="210" y="53"/>
                                        <a:pt x="20" y="156"/>
                                        <a:pt x="10" y="15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3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8730"/>
                                  <a:ext cx="2460" cy="767"/>
                                </a:xfrm>
                                <a:custGeom>
                                  <a:avLst/>
                                  <a:gdLst>
                                    <a:gd name="T0" fmla="*/ 2460 w 2460"/>
                                    <a:gd name="T1" fmla="*/ 767 h 767"/>
                                    <a:gd name="T2" fmla="*/ 2092 w 2460"/>
                                    <a:gd name="T3" fmla="*/ 287 h 767"/>
                                    <a:gd name="T4" fmla="*/ 1336 w 2460"/>
                                    <a:gd name="T5" fmla="*/ 30 h 767"/>
                                    <a:gd name="T6" fmla="*/ 545 w 2460"/>
                                    <a:gd name="T7" fmla="*/ 107 h 767"/>
                                    <a:gd name="T8" fmla="*/ 0 w 2460"/>
                                    <a:gd name="T9" fmla="*/ 363 h 7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2460" h="767">
                                      <a:moveTo>
                                        <a:pt x="2460" y="767"/>
                                      </a:moveTo>
                                      <a:cubicBezTo>
                                        <a:pt x="2399" y="687"/>
                                        <a:pt x="2279" y="410"/>
                                        <a:pt x="2092" y="287"/>
                                      </a:cubicBezTo>
                                      <a:cubicBezTo>
                                        <a:pt x="1905" y="164"/>
                                        <a:pt x="1594" y="60"/>
                                        <a:pt x="1336" y="30"/>
                                      </a:cubicBezTo>
                                      <a:cubicBezTo>
                                        <a:pt x="1078" y="0"/>
                                        <a:pt x="768" y="51"/>
                                        <a:pt x="545" y="107"/>
                                      </a:cubicBezTo>
                                      <a:cubicBezTo>
                                        <a:pt x="323" y="162"/>
                                        <a:pt x="113" y="309"/>
                                        <a:pt x="0" y="36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3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905" y="4412"/>
                                  <a:ext cx="688" cy="4347"/>
                                </a:xfrm>
                                <a:custGeom>
                                  <a:avLst/>
                                  <a:gdLst>
                                    <a:gd name="T0" fmla="*/ 421 w 688"/>
                                    <a:gd name="T1" fmla="*/ 3084 h 4347"/>
                                    <a:gd name="T2" fmla="*/ 293 w 688"/>
                                    <a:gd name="T3" fmla="*/ 3509 h 4347"/>
                                    <a:gd name="T4" fmla="*/ 208 w 688"/>
                                    <a:gd name="T5" fmla="*/ 3977 h 4347"/>
                                    <a:gd name="T6" fmla="*/ 268 w 688"/>
                                    <a:gd name="T7" fmla="*/ 4138 h 4347"/>
                                    <a:gd name="T8" fmla="*/ 565 w 688"/>
                                    <a:gd name="T9" fmla="*/ 4294 h 4347"/>
                                    <a:gd name="T10" fmla="*/ 685 w 688"/>
                                    <a:gd name="T11" fmla="*/ 4247 h 4347"/>
                                    <a:gd name="T12" fmla="*/ 585 w 688"/>
                                    <a:gd name="T13" fmla="*/ 3693 h 4347"/>
                                    <a:gd name="T14" fmla="*/ 378 w 688"/>
                                    <a:gd name="T15" fmla="*/ 2876 h 4347"/>
                                    <a:gd name="T16" fmla="*/ 183 w 688"/>
                                    <a:gd name="T17" fmla="*/ 2160 h 4347"/>
                                    <a:gd name="T18" fmla="*/ 20 w 688"/>
                                    <a:gd name="T19" fmla="*/ 1616 h 4347"/>
                                    <a:gd name="T20" fmla="*/ 64 w 688"/>
                                    <a:gd name="T21" fmla="*/ 1089 h 4347"/>
                                    <a:gd name="T22" fmla="*/ 64 w 688"/>
                                    <a:gd name="T23" fmla="*/ 581 h 4347"/>
                                    <a:gd name="T24" fmla="*/ 81 w 688"/>
                                    <a:gd name="T25" fmla="*/ 0 h 43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88" h="4347">
                                      <a:moveTo>
                                        <a:pt x="421" y="3084"/>
                                      </a:moveTo>
                                      <a:cubicBezTo>
                                        <a:pt x="400" y="3154"/>
                                        <a:pt x="329" y="3361"/>
                                        <a:pt x="293" y="3509"/>
                                      </a:cubicBezTo>
                                      <a:cubicBezTo>
                                        <a:pt x="258" y="3658"/>
                                        <a:pt x="213" y="3872"/>
                                        <a:pt x="208" y="3977"/>
                                      </a:cubicBezTo>
                                      <a:cubicBezTo>
                                        <a:pt x="204" y="4081"/>
                                        <a:pt x="209" y="4085"/>
                                        <a:pt x="268" y="4138"/>
                                      </a:cubicBezTo>
                                      <a:cubicBezTo>
                                        <a:pt x="327" y="4191"/>
                                        <a:pt x="496" y="4276"/>
                                        <a:pt x="565" y="4294"/>
                                      </a:cubicBezTo>
                                      <a:cubicBezTo>
                                        <a:pt x="634" y="4312"/>
                                        <a:pt x="682" y="4347"/>
                                        <a:pt x="685" y="4247"/>
                                      </a:cubicBezTo>
                                      <a:cubicBezTo>
                                        <a:pt x="688" y="4147"/>
                                        <a:pt x="636" y="3921"/>
                                        <a:pt x="585" y="3693"/>
                                      </a:cubicBezTo>
                                      <a:cubicBezTo>
                                        <a:pt x="534" y="3465"/>
                                        <a:pt x="445" y="3133"/>
                                        <a:pt x="378" y="2876"/>
                                      </a:cubicBezTo>
                                      <a:cubicBezTo>
                                        <a:pt x="312" y="2621"/>
                                        <a:pt x="242" y="2371"/>
                                        <a:pt x="183" y="2160"/>
                                      </a:cubicBezTo>
                                      <a:cubicBezTo>
                                        <a:pt x="123" y="1950"/>
                                        <a:pt x="40" y="1794"/>
                                        <a:pt x="20" y="1616"/>
                                      </a:cubicBezTo>
                                      <a:cubicBezTo>
                                        <a:pt x="0" y="1437"/>
                                        <a:pt x="57" y="1262"/>
                                        <a:pt x="64" y="1089"/>
                                      </a:cubicBezTo>
                                      <a:cubicBezTo>
                                        <a:pt x="71" y="916"/>
                                        <a:pt x="60" y="762"/>
                                        <a:pt x="64" y="581"/>
                                      </a:cubicBezTo>
                                      <a:cubicBezTo>
                                        <a:pt x="67" y="399"/>
                                        <a:pt x="78" y="120"/>
                                        <a:pt x="81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3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10" y="4329"/>
                                  <a:ext cx="300" cy="2095"/>
                                </a:xfrm>
                                <a:custGeom>
                                  <a:avLst/>
                                  <a:gdLst>
                                    <a:gd name="T0" fmla="*/ 10 w 166"/>
                                    <a:gd name="T1" fmla="*/ 0 h 1384"/>
                                    <a:gd name="T2" fmla="*/ 10 w 166"/>
                                    <a:gd name="T3" fmla="*/ 612 h 1384"/>
                                    <a:gd name="T4" fmla="*/ 70 w 166"/>
                                    <a:gd name="T5" fmla="*/ 1068 h 1384"/>
                                    <a:gd name="T6" fmla="*/ 94 w 166"/>
                                    <a:gd name="T7" fmla="*/ 1344 h 1384"/>
                                    <a:gd name="T8" fmla="*/ 166 w 166"/>
                                    <a:gd name="T9" fmla="*/ 828 h 1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66" h="1384">
                                      <a:moveTo>
                                        <a:pt x="10" y="0"/>
                                      </a:moveTo>
                                      <a:cubicBezTo>
                                        <a:pt x="5" y="217"/>
                                        <a:pt x="0" y="434"/>
                                        <a:pt x="10" y="612"/>
                                      </a:cubicBezTo>
                                      <a:cubicBezTo>
                                        <a:pt x="20" y="790"/>
                                        <a:pt x="56" y="946"/>
                                        <a:pt x="70" y="1068"/>
                                      </a:cubicBezTo>
                                      <a:cubicBezTo>
                                        <a:pt x="84" y="1190"/>
                                        <a:pt x="78" y="1384"/>
                                        <a:pt x="94" y="1344"/>
                                      </a:cubicBezTo>
                                      <a:cubicBezTo>
                                        <a:pt x="110" y="1304"/>
                                        <a:pt x="138" y="1066"/>
                                        <a:pt x="166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3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91" y="4321"/>
                                  <a:ext cx="325" cy="2083"/>
                                </a:xfrm>
                                <a:custGeom>
                                  <a:avLst/>
                                  <a:gdLst>
                                    <a:gd name="T0" fmla="*/ 156 w 180"/>
                                    <a:gd name="T1" fmla="*/ 0 h 1377"/>
                                    <a:gd name="T2" fmla="*/ 170 w 180"/>
                                    <a:gd name="T3" fmla="*/ 606 h 1377"/>
                                    <a:gd name="T4" fmla="*/ 95 w 180"/>
                                    <a:gd name="T5" fmla="*/ 1062 h 1377"/>
                                    <a:gd name="T6" fmla="*/ 65 w 180"/>
                                    <a:gd name="T7" fmla="*/ 1338 h 1377"/>
                                    <a:gd name="T8" fmla="*/ 0 w 180"/>
                                    <a:gd name="T9" fmla="*/ 828 h 137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180" h="1377">
                                      <a:moveTo>
                                        <a:pt x="156" y="0"/>
                                      </a:moveTo>
                                      <a:cubicBezTo>
                                        <a:pt x="159" y="101"/>
                                        <a:pt x="180" y="429"/>
                                        <a:pt x="170" y="606"/>
                                      </a:cubicBezTo>
                                      <a:cubicBezTo>
                                        <a:pt x="160" y="783"/>
                                        <a:pt x="113" y="940"/>
                                        <a:pt x="95" y="1062"/>
                                      </a:cubicBezTo>
                                      <a:cubicBezTo>
                                        <a:pt x="78" y="1184"/>
                                        <a:pt x="81" y="1377"/>
                                        <a:pt x="65" y="1338"/>
                                      </a:cubicBezTo>
                                      <a:cubicBezTo>
                                        <a:pt x="49" y="1299"/>
                                        <a:pt x="14" y="934"/>
                                        <a:pt x="0" y="828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3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91" y="5590"/>
                                  <a:ext cx="243" cy="681"/>
                                </a:xfrm>
                                <a:custGeom>
                                  <a:avLst/>
                                  <a:gdLst>
                                    <a:gd name="T0" fmla="*/ 67 w 243"/>
                                    <a:gd name="T1" fmla="*/ 0 h 681"/>
                                    <a:gd name="T2" fmla="*/ 35 w 243"/>
                                    <a:gd name="T3" fmla="*/ 300 h 681"/>
                                    <a:gd name="T4" fmla="*/ 35 w 243"/>
                                    <a:gd name="T5" fmla="*/ 619 h 681"/>
                                    <a:gd name="T6" fmla="*/ 243 w 243"/>
                                    <a:gd name="T7" fmla="*/ 671 h 68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43" h="681">
                                      <a:moveTo>
                                        <a:pt x="67" y="0"/>
                                      </a:moveTo>
                                      <a:cubicBezTo>
                                        <a:pt x="56" y="99"/>
                                        <a:pt x="40" y="197"/>
                                        <a:pt x="35" y="300"/>
                                      </a:cubicBezTo>
                                      <a:cubicBezTo>
                                        <a:pt x="29" y="403"/>
                                        <a:pt x="0" y="557"/>
                                        <a:pt x="35" y="619"/>
                                      </a:cubicBezTo>
                                      <a:cubicBezTo>
                                        <a:pt x="70" y="681"/>
                                        <a:pt x="200" y="660"/>
                                        <a:pt x="243" y="671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3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66" y="5588"/>
                                  <a:ext cx="238" cy="673"/>
                                </a:xfrm>
                                <a:custGeom>
                                  <a:avLst/>
                                  <a:gdLst>
                                    <a:gd name="T0" fmla="*/ 160 w 238"/>
                                    <a:gd name="T1" fmla="*/ 0 h 673"/>
                                    <a:gd name="T2" fmla="*/ 198 w 238"/>
                                    <a:gd name="T3" fmla="*/ 291 h 673"/>
                                    <a:gd name="T4" fmla="*/ 205 w 238"/>
                                    <a:gd name="T5" fmla="*/ 609 h 673"/>
                                    <a:gd name="T6" fmla="*/ 0 w 238"/>
                                    <a:gd name="T7" fmla="*/ 673 h 6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8" h="673">
                                      <a:moveTo>
                                        <a:pt x="160" y="0"/>
                                      </a:moveTo>
                                      <a:cubicBezTo>
                                        <a:pt x="166" y="48"/>
                                        <a:pt x="191" y="190"/>
                                        <a:pt x="198" y="291"/>
                                      </a:cubicBezTo>
                                      <a:cubicBezTo>
                                        <a:pt x="205" y="392"/>
                                        <a:pt x="238" y="545"/>
                                        <a:pt x="205" y="609"/>
                                      </a:cubicBezTo>
                                      <a:cubicBezTo>
                                        <a:pt x="172" y="673"/>
                                        <a:pt x="43" y="660"/>
                                        <a:pt x="0" y="67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33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655" y="7242"/>
                                  <a:ext cx="1874" cy="1382"/>
                                </a:xfrm>
                                <a:custGeom>
                                  <a:avLst/>
                                  <a:gdLst>
                                    <a:gd name="T0" fmla="*/ 1874 w 1874"/>
                                    <a:gd name="T1" fmla="*/ 1292 h 1382"/>
                                    <a:gd name="T2" fmla="*/ 1380 w 1874"/>
                                    <a:gd name="T3" fmla="*/ 1236 h 1382"/>
                                    <a:gd name="T4" fmla="*/ 833 w 1874"/>
                                    <a:gd name="T5" fmla="*/ 1289 h 1382"/>
                                    <a:gd name="T6" fmla="*/ 459 w 1874"/>
                                    <a:gd name="T7" fmla="*/ 1351 h 1382"/>
                                    <a:gd name="T8" fmla="*/ 350 w 1874"/>
                                    <a:gd name="T9" fmla="*/ 1102 h 1382"/>
                                    <a:gd name="T10" fmla="*/ 221 w 1874"/>
                                    <a:gd name="T11" fmla="*/ 552 h 1382"/>
                                    <a:gd name="T12" fmla="*/ 0 w 1874"/>
                                    <a:gd name="T13" fmla="*/ 0 h 138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874" h="1382">
                                      <a:moveTo>
                                        <a:pt x="1874" y="1292"/>
                                      </a:moveTo>
                                      <a:cubicBezTo>
                                        <a:pt x="1792" y="1284"/>
                                        <a:pt x="1553" y="1236"/>
                                        <a:pt x="1380" y="1236"/>
                                      </a:cubicBezTo>
                                      <a:cubicBezTo>
                                        <a:pt x="1207" y="1236"/>
                                        <a:pt x="986" y="1270"/>
                                        <a:pt x="833" y="1289"/>
                                      </a:cubicBezTo>
                                      <a:cubicBezTo>
                                        <a:pt x="680" y="1308"/>
                                        <a:pt x="540" y="1382"/>
                                        <a:pt x="459" y="1351"/>
                                      </a:cubicBezTo>
                                      <a:cubicBezTo>
                                        <a:pt x="378" y="1320"/>
                                        <a:pt x="390" y="1235"/>
                                        <a:pt x="350" y="1102"/>
                                      </a:cubicBezTo>
                                      <a:cubicBezTo>
                                        <a:pt x="310" y="969"/>
                                        <a:pt x="279" y="736"/>
                                        <a:pt x="221" y="552"/>
                                      </a:cubicBezTo>
                                      <a:cubicBezTo>
                                        <a:pt x="163" y="368"/>
                                        <a:pt x="45" y="115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17" y="7199"/>
                                  <a:ext cx="1932" cy="1570"/>
                                </a:xfrm>
                                <a:custGeom>
                                  <a:avLst/>
                                  <a:gdLst>
                                    <a:gd name="T0" fmla="*/ 0 w 1932"/>
                                    <a:gd name="T1" fmla="*/ 1570 h 1570"/>
                                    <a:gd name="T2" fmla="*/ 438 w 1932"/>
                                    <a:gd name="T3" fmla="*/ 1363 h 1570"/>
                                    <a:gd name="T4" fmla="*/ 1003 w 1932"/>
                                    <a:gd name="T5" fmla="*/ 1265 h 1570"/>
                                    <a:gd name="T6" fmla="*/ 1411 w 1932"/>
                                    <a:gd name="T7" fmla="*/ 1289 h 1570"/>
                                    <a:gd name="T8" fmla="*/ 1609 w 1932"/>
                                    <a:gd name="T9" fmla="*/ 1199 h 1570"/>
                                    <a:gd name="T10" fmla="*/ 1720 w 1932"/>
                                    <a:gd name="T11" fmla="*/ 629 h 1570"/>
                                    <a:gd name="T12" fmla="*/ 1932 w 1932"/>
                                    <a:gd name="T13" fmla="*/ 0 h 157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932" h="1570">
                                      <a:moveTo>
                                        <a:pt x="0" y="1570"/>
                                      </a:moveTo>
                                      <a:cubicBezTo>
                                        <a:pt x="73" y="1536"/>
                                        <a:pt x="271" y="1414"/>
                                        <a:pt x="438" y="1363"/>
                                      </a:cubicBezTo>
                                      <a:cubicBezTo>
                                        <a:pt x="605" y="1312"/>
                                        <a:pt x="841" y="1277"/>
                                        <a:pt x="1003" y="1265"/>
                                      </a:cubicBezTo>
                                      <a:cubicBezTo>
                                        <a:pt x="1165" y="1253"/>
                                        <a:pt x="1310" y="1300"/>
                                        <a:pt x="1411" y="1289"/>
                                      </a:cubicBezTo>
                                      <a:cubicBezTo>
                                        <a:pt x="1512" y="1278"/>
                                        <a:pt x="1558" y="1309"/>
                                        <a:pt x="1609" y="1199"/>
                                      </a:cubicBezTo>
                                      <a:cubicBezTo>
                                        <a:pt x="1660" y="1088"/>
                                        <a:pt x="1666" y="829"/>
                                        <a:pt x="1720" y="629"/>
                                      </a:cubicBezTo>
                                      <a:cubicBezTo>
                                        <a:pt x="1773" y="429"/>
                                        <a:pt x="1888" y="130"/>
                                        <a:pt x="1932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20" y="6334"/>
                                  <a:ext cx="831" cy="3150"/>
                                </a:xfrm>
                                <a:custGeom>
                                  <a:avLst/>
                                  <a:gdLst>
                                    <a:gd name="T0" fmla="*/ 311 w 831"/>
                                    <a:gd name="T1" fmla="*/ 13 h 3150"/>
                                    <a:gd name="T2" fmla="*/ 164 w 831"/>
                                    <a:gd name="T3" fmla="*/ 8 h 3150"/>
                                    <a:gd name="T4" fmla="*/ 44 w 831"/>
                                    <a:gd name="T5" fmla="*/ 62 h 3150"/>
                                    <a:gd name="T6" fmla="*/ 4 w 831"/>
                                    <a:gd name="T7" fmla="*/ 257 h 3150"/>
                                    <a:gd name="T8" fmla="*/ 67 w 831"/>
                                    <a:gd name="T9" fmla="*/ 675 h 3150"/>
                                    <a:gd name="T10" fmla="*/ 373 w 831"/>
                                    <a:gd name="T11" fmla="*/ 1790 h 3150"/>
                                    <a:gd name="T12" fmla="*/ 831 w 831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831" h="3150">
                                      <a:moveTo>
                                        <a:pt x="311" y="13"/>
                                      </a:moveTo>
                                      <a:cubicBezTo>
                                        <a:pt x="259" y="6"/>
                                        <a:pt x="208" y="0"/>
                                        <a:pt x="164" y="8"/>
                                      </a:cubicBezTo>
                                      <a:cubicBezTo>
                                        <a:pt x="120" y="16"/>
                                        <a:pt x="71" y="21"/>
                                        <a:pt x="44" y="62"/>
                                      </a:cubicBezTo>
                                      <a:cubicBezTo>
                                        <a:pt x="17" y="103"/>
                                        <a:pt x="0" y="155"/>
                                        <a:pt x="4" y="257"/>
                                      </a:cubicBezTo>
                                      <a:cubicBezTo>
                                        <a:pt x="8" y="359"/>
                                        <a:pt x="6" y="420"/>
                                        <a:pt x="67" y="675"/>
                                      </a:cubicBezTo>
                                      <a:cubicBezTo>
                                        <a:pt x="128" y="930"/>
                                        <a:pt x="246" y="1378"/>
                                        <a:pt x="373" y="1790"/>
                                      </a:cubicBezTo>
                                      <a:cubicBezTo>
                                        <a:pt x="500" y="2202"/>
                                        <a:pt x="665" y="2676"/>
                                        <a:pt x="831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33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769" y="6334"/>
                                  <a:ext cx="524" cy="3150"/>
                                </a:xfrm>
                                <a:custGeom>
                                  <a:avLst/>
                                  <a:gdLst>
                                    <a:gd name="T0" fmla="*/ 191 w 524"/>
                                    <a:gd name="T1" fmla="*/ 13 h 3150"/>
                                    <a:gd name="T2" fmla="*/ 369 w 524"/>
                                    <a:gd name="T3" fmla="*/ 17 h 3150"/>
                                    <a:gd name="T4" fmla="*/ 489 w 524"/>
                                    <a:gd name="T5" fmla="*/ 115 h 3150"/>
                                    <a:gd name="T6" fmla="*/ 520 w 524"/>
                                    <a:gd name="T7" fmla="*/ 382 h 3150"/>
                                    <a:gd name="T8" fmla="*/ 467 w 524"/>
                                    <a:gd name="T9" fmla="*/ 928 h 3150"/>
                                    <a:gd name="T10" fmla="*/ 293 w 524"/>
                                    <a:gd name="T11" fmla="*/ 1764 h 3150"/>
                                    <a:gd name="T12" fmla="*/ 0 w 524"/>
                                    <a:gd name="T13" fmla="*/ 3150 h 31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24" h="3150">
                                      <a:moveTo>
                                        <a:pt x="191" y="13"/>
                                      </a:moveTo>
                                      <a:cubicBezTo>
                                        <a:pt x="255" y="6"/>
                                        <a:pt x="319" y="0"/>
                                        <a:pt x="369" y="17"/>
                                      </a:cubicBezTo>
                                      <a:cubicBezTo>
                                        <a:pt x="419" y="34"/>
                                        <a:pt x="464" y="54"/>
                                        <a:pt x="489" y="115"/>
                                      </a:cubicBezTo>
                                      <a:cubicBezTo>
                                        <a:pt x="514" y="176"/>
                                        <a:pt x="524" y="247"/>
                                        <a:pt x="520" y="382"/>
                                      </a:cubicBezTo>
                                      <a:cubicBezTo>
                                        <a:pt x="516" y="517"/>
                                        <a:pt x="505" y="698"/>
                                        <a:pt x="467" y="928"/>
                                      </a:cubicBezTo>
                                      <a:cubicBezTo>
                                        <a:pt x="429" y="1158"/>
                                        <a:pt x="371" y="1394"/>
                                        <a:pt x="293" y="1764"/>
                                      </a:cubicBezTo>
                                      <a:cubicBezTo>
                                        <a:pt x="215" y="2134"/>
                                        <a:pt x="107" y="2642"/>
                                        <a:pt x="0" y="315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51" y="4405"/>
                                  <a:ext cx="727" cy="5089"/>
                                </a:xfrm>
                                <a:custGeom>
                                  <a:avLst/>
                                  <a:gdLst>
                                    <a:gd name="T0" fmla="*/ 656 w 727"/>
                                    <a:gd name="T1" fmla="*/ 0 h 5089"/>
                                    <a:gd name="T2" fmla="*/ 713 w 727"/>
                                    <a:gd name="T3" fmla="*/ 917 h 5089"/>
                                    <a:gd name="T4" fmla="*/ 720 w 727"/>
                                    <a:gd name="T5" fmla="*/ 1468 h 5089"/>
                                    <a:gd name="T6" fmla="*/ 670 w 727"/>
                                    <a:gd name="T7" fmla="*/ 2040 h 5089"/>
                                    <a:gd name="T8" fmla="*/ 487 w 727"/>
                                    <a:gd name="T9" fmla="*/ 2873 h 5089"/>
                                    <a:gd name="T10" fmla="*/ 218 w 727"/>
                                    <a:gd name="T11" fmla="*/ 4129 h 5089"/>
                                    <a:gd name="T12" fmla="*/ 0 w 727"/>
                                    <a:gd name="T13" fmla="*/ 5089 h 50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727" h="5089">
                                      <a:moveTo>
                                        <a:pt x="656" y="0"/>
                                      </a:moveTo>
                                      <a:cubicBezTo>
                                        <a:pt x="679" y="336"/>
                                        <a:pt x="702" y="672"/>
                                        <a:pt x="713" y="917"/>
                                      </a:cubicBezTo>
                                      <a:cubicBezTo>
                                        <a:pt x="724" y="1162"/>
                                        <a:pt x="727" y="1281"/>
                                        <a:pt x="720" y="1468"/>
                                      </a:cubicBezTo>
                                      <a:cubicBezTo>
                                        <a:pt x="713" y="1655"/>
                                        <a:pt x="709" y="1806"/>
                                        <a:pt x="670" y="2040"/>
                                      </a:cubicBezTo>
                                      <a:cubicBezTo>
                                        <a:pt x="631" y="2274"/>
                                        <a:pt x="562" y="2525"/>
                                        <a:pt x="487" y="2873"/>
                                      </a:cubicBezTo>
                                      <a:cubicBezTo>
                                        <a:pt x="412" y="3221"/>
                                        <a:pt x="299" y="3760"/>
                                        <a:pt x="218" y="4129"/>
                                      </a:cubicBezTo>
                                      <a:cubicBezTo>
                                        <a:pt x="137" y="4498"/>
                                        <a:pt x="68" y="4793"/>
                                        <a:pt x="0" y="508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3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91" y="7518"/>
                                  <a:ext cx="450" cy="1976"/>
                                </a:xfrm>
                                <a:custGeom>
                                  <a:avLst/>
                                  <a:gdLst>
                                    <a:gd name="T0" fmla="*/ 0 w 450"/>
                                    <a:gd name="T1" fmla="*/ 1976 h 1976"/>
                                    <a:gd name="T2" fmla="*/ 105 w 450"/>
                                    <a:gd name="T3" fmla="*/ 1750 h 1976"/>
                                    <a:gd name="T4" fmla="*/ 261 w 450"/>
                                    <a:gd name="T5" fmla="*/ 1468 h 1976"/>
                                    <a:gd name="T6" fmla="*/ 423 w 450"/>
                                    <a:gd name="T7" fmla="*/ 1171 h 1976"/>
                                    <a:gd name="T8" fmla="*/ 423 w 450"/>
                                    <a:gd name="T9" fmla="*/ 783 h 1976"/>
                                    <a:gd name="T10" fmla="*/ 338 w 450"/>
                                    <a:gd name="T11" fmla="*/ 346 h 1976"/>
                                    <a:gd name="T12" fmla="*/ 218 w 450"/>
                                    <a:gd name="T13" fmla="*/ 0 h 197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450" h="1976">
                                      <a:moveTo>
                                        <a:pt x="0" y="1976"/>
                                      </a:moveTo>
                                      <a:cubicBezTo>
                                        <a:pt x="17" y="1938"/>
                                        <a:pt x="62" y="1835"/>
                                        <a:pt x="105" y="1750"/>
                                      </a:cubicBezTo>
                                      <a:cubicBezTo>
                                        <a:pt x="148" y="1665"/>
                                        <a:pt x="208" y="1564"/>
                                        <a:pt x="261" y="1468"/>
                                      </a:cubicBezTo>
                                      <a:cubicBezTo>
                                        <a:pt x="314" y="1372"/>
                                        <a:pt x="396" y="1285"/>
                                        <a:pt x="423" y="1171"/>
                                      </a:cubicBezTo>
                                      <a:cubicBezTo>
                                        <a:pt x="450" y="1057"/>
                                        <a:pt x="437" y="920"/>
                                        <a:pt x="423" y="783"/>
                                      </a:cubicBezTo>
                                      <a:cubicBezTo>
                                        <a:pt x="409" y="646"/>
                                        <a:pt x="372" y="476"/>
                                        <a:pt x="338" y="346"/>
                                      </a:cubicBezTo>
                                      <a:cubicBezTo>
                                        <a:pt x="304" y="216"/>
                                        <a:pt x="243" y="72"/>
                                        <a:pt x="21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3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29" y="8727"/>
                                  <a:ext cx="1800" cy="774"/>
                                </a:xfrm>
                                <a:custGeom>
                                  <a:avLst/>
                                  <a:gdLst>
                                    <a:gd name="T0" fmla="*/ 1800 w 1800"/>
                                    <a:gd name="T1" fmla="*/ 68 h 774"/>
                                    <a:gd name="T2" fmla="*/ 1370 w 1800"/>
                                    <a:gd name="T3" fmla="*/ 5 h 774"/>
                                    <a:gd name="T4" fmla="*/ 876 w 1800"/>
                                    <a:gd name="T5" fmla="*/ 40 h 774"/>
                                    <a:gd name="T6" fmla="*/ 403 w 1800"/>
                                    <a:gd name="T7" fmla="*/ 231 h 774"/>
                                    <a:gd name="T8" fmla="*/ 127 w 1800"/>
                                    <a:gd name="T9" fmla="*/ 520 h 774"/>
                                    <a:gd name="T10" fmla="*/ 0 w 1800"/>
                                    <a:gd name="T11" fmla="*/ 774 h 7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800" h="774">
                                      <a:moveTo>
                                        <a:pt x="1800" y="68"/>
                                      </a:moveTo>
                                      <a:cubicBezTo>
                                        <a:pt x="1661" y="39"/>
                                        <a:pt x="1524" y="10"/>
                                        <a:pt x="1370" y="5"/>
                                      </a:cubicBezTo>
                                      <a:cubicBezTo>
                                        <a:pt x="1216" y="0"/>
                                        <a:pt x="1037" y="2"/>
                                        <a:pt x="876" y="40"/>
                                      </a:cubicBezTo>
                                      <a:cubicBezTo>
                                        <a:pt x="715" y="78"/>
                                        <a:pt x="528" y="151"/>
                                        <a:pt x="403" y="231"/>
                                      </a:cubicBezTo>
                                      <a:cubicBezTo>
                                        <a:pt x="278" y="311"/>
                                        <a:pt x="194" y="430"/>
                                        <a:pt x="127" y="520"/>
                                      </a:cubicBezTo>
                                      <a:cubicBezTo>
                                        <a:pt x="60" y="610"/>
                                        <a:pt x="30" y="692"/>
                                        <a:pt x="0" y="77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F48268A" id="Group 308" o:spid="_x0000_s1026" style="position:absolute;margin-left:54.15pt;margin-top:-1.05pt;width:380.95pt;height:370pt;z-index:251657728" coordorigin="3255,3284" coordsize="6401,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">
                      <v:shape id="Freeform 309" o:spid="_x0000_s1027" style="position:absolute;left:6401;top:3307;width:2261;height:1310;visibility:visible;mso-wrap-style:square;v-text-anchor:top" coordsize="1596,9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" path="m,424v78,17,304,42,471,101c638,584,844,731,1000,776v154,45,309,149,408,20c1507,667,1557,166,1596,e" filled="f" strokecolor="#ddd" strokeweight="1pt">
                        <v:path arrowok="t" o:connecttype="custom" o:connectlocs="0,600;667,744;1417,1099;1995,1127;2261,0" o:connectangles="0,0,0,0,0"/>
                      </v:shape>
                      <v:shape id="Freeform 310" o:spid="_x0000_s1028" style="position:absolute;left:8397;top:3543;width:712;height:1109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6,528;642,113;447,45;169,383" o:connectangles="0,0,0,0,0,0,0"/>
                      </v:shape>
                      <v:shape id="Freeform 311" o:spid="_x0000_s1029" style="position:absolute;left:8000;top:4598;width:1537;height:3526;visibility:visible;mso-wrap-style:square;v-text-anchor:top" coordsize="1085,24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" path="m348,c319,49,224,141,175,297,127,453,68,704,58,938,48,1171,,1477,113,1702v113,226,458,455,620,586c895,2419,1012,2447,1085,2489e" filled="f" strokecolor="#ddd" strokeweight="1pt">
                        <v:path arrowok="t" o:connecttype="custom" o:connectlocs="493,0;248,421;82,1329;160,2411;1038,3241;1537,3526" o:connectangles="0,0,0,0,0,0"/>
                      </v:shape>
                      <v:shape id="Freeform 312" o:spid="_x0000_s1030" style="position:absolute;left:6262;top:3940;width:1330;height:476;visibility:visible;mso-wrap-style:square;v-text-anchor:top" coordsize="939,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" path="m91,5c,11,53,158,135,201v82,43,318,45,449,65c715,286,907,336,923,319,939,302,822,214,683,162,544,110,188,,91,5xe" fillcolor="#ddd" stroked="f">
                        <v:path arrowok="t" o:connecttype="custom" o:connectlocs="129,7;191,285;827,377;1307,452;967,230;129,7" o:connectangles="0,0,0,0,0,0"/>
                      </v:shape>
                      <v:shape id="Freeform 313" o:spid="_x0000_s1031" style="position:absolute;left:7844;top:4549;width:544;height:1088;visibility:visible;mso-wrap-style:square;v-text-anchor:top" coordsize="301,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" path="m282,10c269,,121,54,76,126,31,198,21,351,12,443,3,535,,719,24,677,48,635,110,299,153,188,196,77,301,10,282,10xe" fillcolor="#ddd" stroked="f">
                        <v:path arrowok="t" o:connecttype="custom" o:connectlocs="510,15;137,191;22,670;43,1024;277,284;510,15" o:connectangles="0,0,0,0,0,0"/>
                      </v:shape>
                      <v:shape id="Freeform 314" o:spid="_x0000_s1032" style="position:absolute;left:6132;top:7566;width:439;height:1334;visibility:visible;mso-wrap-style:square;v-text-anchor:top" coordsize="250,8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" path="m206,6v14,-6,44,180,36,288c234,402,196,558,158,654,120,750,28,882,14,870,,858,50,672,74,582,98,492,132,428,158,330,184,232,192,12,206,6xe" fillcolor="#ddd" stroked="f">
                        <v:path arrowok="t" o:connecttype="custom" o:connectlocs="362,9;425,445;277,989;25,1316;130,880;277,499;362,9" o:connectangles="0,0,0,0,0,0,0"/>
                      </v:shape>
                      <v:shape id="Freeform 315" o:spid="_x0000_s1033" style="position:absolute;left:7350;top:8073;width:2306;height:666;visibility:visible;mso-wrap-style:square;v-text-anchor:top" coordsize="1628,4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" path="m73,184c118,113,212,15,290,7,368,,405,95,544,136v139,40,422,97,582,115c1286,269,1444,239,1507,245v63,6,121,26,-5,42c1376,303,971,321,752,341,533,361,309,389,187,405,64,421,38,470,19,434,,397,28,254,73,184xe" fillcolor="#ddd" stroked="f">
                        <v:path arrowok="t" o:connecttype="custom" o:connectlocs="103,261;411,10;771,193;1595,356;2135,347;2128,407;1065,483;265,574;27,615;103,261" o:connectangles="0,0,0,0,0,0,0,0,0,0"/>
                      </v:shape>
                      <v:shape id="Freeform 316" o:spid="_x0000_s1034" style="position:absolute;left:8606;top:3917;width:160;height:266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17" o:spid="_x0000_s1035" style="position:absolute;left:8711;top:3611;width:340;height:724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2,177;328,468;277,707;225,570;120,427;192,460;268,570;259,318;225,68;129,118;14,217" o:connectangles="0,0,0,0,0,0,0,0,0,0,0,0,0"/>
                      </v:shape>
                      <v:shape id="Freeform 318" o:spid="_x0000_s1036" style="position:absolute;left:4147;top:3314;width:2254;height:1300;visibility:visible;mso-wrap-style:square;v-text-anchor:top" coordsize="1591,9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" path="m1591,419v-78,16,-300,41,-465,100c961,578,753,725,599,770,443,815,290,918,190,790,90,662,40,165,,e" filled="f" strokecolor="#ddd" strokeweight="1pt">
                        <v:path arrowok="t" o:connecttype="custom" o:connectlocs="2254,593;1595,735;849,1090;269,1119;0,0" o:connectangles="0,0,0,0,0"/>
                      </v:shape>
                      <v:shape id="Freeform 319" o:spid="_x0000_s1037" style="position:absolute;left:3704;top:3542;width:713;height:1109;flip:x;visibility:visible;mso-wrap-style:square;v-text-anchor:top" coordsize="405,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" path="m,601v16,48,32,96,84,108c136,721,260,733,312,673v52,-60,75,-224,84,-324c405,249,389,128,365,75,341,22,299,,254,30,209,60,129,207,96,253e" filled="f" strokecolor="#ddd">
                        <v:path arrowok="t" o:connecttype="custom" o:connectlocs="0,909;148,1073;549,1018;697,528;643,113;447,45;169,383" o:connectangles="0,0,0,0,0,0,0"/>
                      </v:shape>
                      <v:shape id="Freeform 320" o:spid="_x0000_s1038" style="position:absolute;left:3320;top:4596;width:1470;height:3474;visibility:visible;mso-wrap-style:square;v-text-anchor:top" coordsize="1038,2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" path="m690,v29,49,124,141,173,297c911,453,970,704,980,938v10,234,58,539,-55,765c812,1928,459,2164,305,2289,151,2414,64,2419,,2453e" filled="f" strokecolor="#ddd" strokeweight="1pt">
                        <v:path arrowok="t" o:connecttype="custom" o:connectlocs="977,0;1222,421;1388,1328;1310,2412;432,3242;0,3474" o:connectangles="0,0,0,0,0,0"/>
                      </v:shape>
                      <v:shape id="Freeform 321" o:spid="_x0000_s1039" style="position:absolute;left:5232;top:3950;width:1291;height:486;visibility:visible;mso-wrap-style:square;v-text-anchor:top" coordsize="911,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" path="m816,v95,7,85,139,10,182c751,225,503,232,368,256,233,280,36,343,18,324,,305,125,195,258,141,391,87,700,30,816,xe" fillcolor="#ddd" stroked="f">
                        <v:path arrowok="t" o:connecttype="custom" o:connectlocs="1156,0;1171,258;522,363;26,459;366,200;1156,0" o:connectangles="0,0,0,0,0,0"/>
                      </v:shape>
                      <v:shape id="Freeform 322" o:spid="_x0000_s1040" style="position:absolute;left:4424;top:4547;width:529;height:976;visibility:visible;mso-wrap-style:square;v-text-anchor:top" coordsize="293,6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" path="m19,10c32,,181,64,225,126v44,62,50,177,58,258c291,465,293,645,271,612,249,579,190,288,148,188,106,88,,10,19,10xe" fillcolor="#ddd" stroked="f">
                        <v:path arrowok="t" o:connecttype="custom" o:connectlocs="34,15;406,191;511,581;489,926;267,284;34,15" o:connectangles="0,0,0,0,0,0"/>
                      </v:shape>
                      <v:shape id="Freeform 323" o:spid="_x0000_s1041" style="position:absolute;left:3255;top:8048;width:2278;height:538;visibility:visible;mso-wrap-style:square;v-text-anchor:top" coordsize="1608,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" path="m1608,298c1526,227,1367,49,1267,25,1167,,1152,112,1013,153,875,193,593,250,432,268,271,286,92,252,46,261v-46,9,48,53,109,64c216,336,305,335,413,330v108,-5,230,-39,390,-32c964,304,1252,357,1378,368v127,12,146,12,184,c1600,357,1598,313,1608,298xe" fillcolor="#ddd" stroked="f">
                        <v:path arrowok="t" o:connecttype="custom" o:connectlocs="2278,422;1795,35;1435,217;612,379;65,370;220,460;585,467;1138,422;1952,521;2213,521;2278,422" o:connectangles="0,0,0,0,0,0,0,0,0,0,0"/>
                      </v:shape>
                      <v:shape id="Freeform 324" o:spid="_x0000_s1042" style="position:absolute;left:4044;top:3916;width:160;height:266;flip:x;visibility:visible;mso-wrap-style:square;v-text-anchor:top" coordsize="91,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" path="m48,6v10,6,30,49,36,74c90,105,91,139,86,155v-5,16,-20,21,-33,19c40,172,10,156,5,145,,134,21,124,24,107,27,90,20,62,24,44,28,26,38,,48,6xe" fillcolor="#ddd" stroked="f">
                        <v:path arrowok="t" o:connecttype="custom" o:connectlocs="84,9;148,121;151,234;93,263;9,219;42,162;42,67;84,9" o:connectangles="0,0,0,0,0,0,0,0"/>
                      </v:shape>
                      <v:shape id="Freeform 325" o:spid="_x0000_s1043" style="position:absolute;left:3761;top:3610;width:341;height:724;flip:x;visibility:visible;mso-wrap-style:square;v-text-anchor:top" coordsize="193,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" path="m8,143c16,131,94,8,123,4v29,-4,50,62,60,113c193,168,190,251,186,309v-4,58,-19,147,-29,158c147,478,143,407,128,376,113,345,71,294,68,282v-3,-12,27,6,41,22c123,320,146,392,152,376v6,-16,-1,-111,-5,-166c143,155,140,67,128,45,116,23,92,60,73,78,54,96,,155,8,143xe" fillcolor="#ddd" stroked="f">
                        <v:path arrowok="t" o:connecttype="custom" o:connectlocs="14,217;217,6;323,177;329,468;277,707;226,570;120,427;193,460;269,570;260,318;226,68;129,118;14,217" o:connectangles="0,0,0,0,0,0,0,0,0,0,0,0,0"/>
                      </v:shape>
                      <v:shape id="Freeform 326" o:spid="_x0000_s1044" style="position:absolute;left:3486;top:3294;width:885;height:1470;visibility:visible;mso-wrap-style:square;v-text-anchor:top" coordsize="625,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" path="m68,c60,51,,149,19,302v19,153,90,495,166,615c262,1038,406,1023,479,1025v73,2,146,-86,144,-95c622,922,538,977,473,971,407,964,287,954,234,892,180,830,160,704,148,602,137,501,140,358,166,284,192,210,253,161,304,161v51,,146,152,169,126c496,261,448,62,442,3e" fillcolor="#ddd" stroked="f">
                        <v:path arrowok="t" o:connecttype="custom" o:connectlocs="96,0;27,428;262,1299;678,1452;882,1317;670,1375;331,1263;210,853;235,402;430,228;670,406;626,4" o:connectangles="0,0,0,0,0,0,0,0,0,0,0,0"/>
                      </v:shape>
                      <v:shape id="Freeform 327" o:spid="_x0000_s1045" style="position:absolute;left:8452;top:3294;width:860;height:1459;visibility:visible;mso-wrap-style:square;v-text-anchor:top" coordsize="607,1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" path="m544,v7,58,63,196,45,349c571,502,512,804,438,917v-74,113,-220,106,-293,108c72,1027,,939,1,930v1,-8,85,47,150,41c216,964,336,954,390,892v53,-62,74,-188,85,-290c487,501,483,358,457,284,432,210,371,161,320,161v-51,,-145,151,-169,126c127,262,173,67,178,9e" fillcolor="#ddd" stroked="f">
                        <v:path arrowok="t" o:connecttype="custom" o:connectlocs="771,0;834,494;621,1299;205,1452;1,1317;214,1375;553,1264;673,853;647,402;453,228;214,407;252,13" o:connectangles="0,0,0,0,0,0,0,0,0,0,0,0"/>
                      </v:shape>
                      <v:shape id="Freeform 328" o:spid="_x0000_s1046" style="position:absolute;left:5868;top:3284;width:377;height:221;visibility:visible;mso-wrap-style:square;v-text-anchor:top" coordsize="266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" path="m10,154c,152,138,40,176,20,214,,266,9,238,31,210,53,20,156,10,154xe" fillcolor="#ddd" stroked="f">
                        <v:path arrowok="t" o:connecttype="custom" o:connectlocs="14,218;249,28;337,44;14,218" o:connectangles="0,0,0,0"/>
                      </v:shape>
                      <v:shape id="Freeform 329" o:spid="_x0000_s1047" style="position:absolute;left:3317;top:8730;width:2460;height:767;visibility:visible;mso-wrap-style:square;v-text-anchor:top" coordsize="2460,7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" path="m2460,767c2399,687,2279,410,2092,287,1905,164,1594,60,1336,30,1078,,768,51,545,107,323,162,113,309,,363e" filled="f">
                        <v:path arrowok="t" o:connecttype="custom" o:connectlocs="2460,767;2092,287;1336,30;545,107;0,363" o:connectangles="0,0,0,0,0"/>
                      </v:shape>
                      <v:shape id="Freeform 330" o:spid="_x0000_s1048" style="position:absolute;left:4905;top:4412;width:688;height:4347;visibility:visible;mso-wrap-style:square;v-text-anchor:top" coordsize="688,43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" path="m421,3084v-21,70,-92,277,-128,425c258,3658,213,3872,208,3977v-4,104,1,108,60,161c327,4191,496,4276,565,4294v69,18,117,53,120,-47c688,4147,636,3921,585,3693,534,3465,445,3133,378,2876,312,2621,242,2371,183,2160,123,1950,40,1794,20,1616,,1437,57,1262,64,1089,71,916,60,762,64,581,67,399,78,120,81,e" filled="f">
                        <v:path arrowok="t" o:connecttype="custom" o:connectlocs="421,3084;293,3509;208,3977;268,4138;565,4294;685,4247;585,3693;378,2876;183,2160;20,1616;64,1089;64,581;81,0" o:connectangles="0,0,0,0,0,0,0,0,0,0,0,0,0"/>
                      </v:shape>
                      <v:shape id="Freeform 331" o:spid="_x0000_s1049" style="position:absolute;left:5210;top:4329;width:300;height:2095;visibility:visible;mso-wrap-style:square;v-text-anchor:top" coordsize="166,1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" path="m10,c5,217,,434,10,612v10,178,46,334,60,456c84,1190,78,1384,94,1344v16,-40,44,-278,72,-516e" filled="f">
                        <v:path arrowok="t" o:connecttype="custom" o:connectlocs="18,0;18,926;127,1617;170,2034;300,1253" o:connectangles="0,0,0,0,0"/>
                      </v:shape>
                      <v:shape id="Freeform 332" o:spid="_x0000_s1050" style="position:absolute;left:7291;top:4321;width:325;height:2083;visibility:visible;mso-wrap-style:square;v-text-anchor:top" coordsize="180,1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" path="m156,v3,101,24,429,14,606c160,783,113,940,95,1062,78,1184,81,1377,65,1338,49,1299,14,934,,828e" filled="f">
                        <v:path arrowok="t" o:connecttype="custom" o:connectlocs="282,0;307,917;172,1606;117,2024;0,1253" o:connectangles="0,0,0,0,0"/>
                      </v:shape>
                      <v:shape id="Freeform 333" o:spid="_x0000_s1051" style="position:absolute;left:5591;top:5590;width:243;height:681;visibility:visible;mso-wrap-style:square;v-text-anchor:top" coordsize="243,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" path="m67,c56,99,40,197,35,300,29,403,,557,35,619v35,62,165,41,208,52e" filled="f">
                        <v:path arrowok="t" o:connecttype="custom" o:connectlocs="67,0;35,300;35,619;243,671" o:connectangles="0,0,0,0"/>
                      </v:shape>
                      <v:shape id="Freeform 334" o:spid="_x0000_s1052" style="position:absolute;left:6966;top:5588;width:238;height:673;visibility:visible;mso-wrap-style:square;v-text-anchor:top" coordsize="238,6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" path="m160,v6,48,31,190,38,291c205,392,238,545,205,609,172,673,43,660,,673e" filled="f">
                        <v:path arrowok="t" o:connecttype="custom" o:connectlocs="160,0;198,291;205,609;0,673" o:connectangles="0,0,0,0"/>
                      </v:shape>
                      <v:shape id="Freeform 335" o:spid="_x0000_s1053" style="position:absolute;left:7655;top:7242;width:1874;height:1382;visibility:visible;mso-wrap-style:square;v-text-anchor:top" coordsize="1874,13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" path="m1874,1292v-82,-8,-321,-56,-494,-56c1207,1236,986,1270,833,1289v-153,19,-293,93,-374,62c378,1320,390,1235,350,1102,310,969,279,736,221,552,163,368,45,115,,e" filled="f">
                        <v:path arrowok="t" o:connecttype="custom" o:connectlocs="1874,1292;1380,1236;833,1289;459,1351;350,1102;221,552;0,0" o:connectangles="0,0,0,0,0,0,0"/>
                      </v:shape>
                      <v:shape id="Freeform 336" o:spid="_x0000_s1054" style="position:absolute;left:3317;top:7199;width:1932;height:1570;visibility:visible;mso-wrap-style:square;v-text-anchor:top" coordsize="1932,1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" path="m,1570v73,-34,271,-156,438,-207c605,1312,841,1277,1003,1265v162,-12,307,35,408,24c1512,1278,1558,1309,1609,1199v51,-111,57,-370,111,-570c1773,429,1888,130,1932,e" filled="f">
                        <v:path arrowok="t" o:connecttype="custom" o:connectlocs="0,1570;438,1363;1003,1265;1411,1289;1609,1199;1720,629;1932,0" o:connectangles="0,0,0,0,0,0,0"/>
                      </v:shape>
                      <v:shape id="Freeform 337" o:spid="_x0000_s1055" style="position:absolute;left:5520;top:6334;width:831;height:3150;visibility:visible;mso-wrap-style:square;v-text-anchor:top" coordsize="831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" path="m311,13c259,6,208,,164,8,120,16,71,21,44,62,17,103,,155,4,257,8,359,6,420,67,675v61,255,179,703,306,1115c500,2202,665,2676,831,3150e" filled="f">
                        <v:path arrowok="t" o:connecttype="custom" o:connectlocs="311,13;164,8;44,62;4,257;67,675;373,1790;831,3150" o:connectangles="0,0,0,0,0,0,0"/>
                      </v:shape>
                      <v:shape id="Freeform 338" o:spid="_x0000_s1056" style="position:absolute;left:6769;top:6334;width:524;height:3150;visibility:visible;mso-wrap-style:square;v-text-anchor:top" coordsize="524,3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" path="m191,13c255,6,319,,369,17v50,17,95,37,120,98c514,176,524,247,520,382v-4,135,-15,316,-53,546c429,1158,371,1394,293,1764,215,2134,107,2642,,3150e" filled="f">
                        <v:path arrowok="t" o:connecttype="custom" o:connectlocs="191,13;369,17;489,115;520,382;467,928;293,1764;0,3150" o:connectangles="0,0,0,0,0,0,0"/>
                      </v:shape>
                      <v:shape id="Freeform 339" o:spid="_x0000_s1057" style="position:absolute;left:7151;top:4405;width:727;height:5089;visibility:visible;mso-wrap-style:square;v-text-anchor:top" coordsize="727,50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" path="m656,v23,336,46,672,57,917c724,1162,727,1281,720,1468v-7,187,-11,338,-50,572c631,2274,562,2525,487,2873,412,3221,299,3760,218,4129,137,4498,68,4793,,5089e" filled="f">
                        <v:path arrowok="t" o:connecttype="custom" o:connectlocs="656,0;713,917;720,1468;670,2040;487,2873;218,4129;0,5089" o:connectangles="0,0,0,0,0,0,0"/>
                      </v:shape>
                      <v:shape id="Freeform 340" o:spid="_x0000_s1058" style="position:absolute;left:7391;top:7518;width:450;height:1976;visibility:visible;mso-wrap-style:square;v-text-anchor:top" coordsize="450,19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" path="m,1976v17,-38,62,-141,105,-226c148,1665,208,1564,261,1468v53,-96,135,-183,162,-297c450,1057,437,920,423,783,409,646,372,476,338,346,304,216,243,72,218,e" filled="f">
                        <v:path arrowok="t" o:connecttype="custom" o:connectlocs="0,1976;105,1750;261,1468;423,1171;423,783;338,346;218,0" o:connectangles="0,0,0,0,0,0,0"/>
                      </v:shape>
                      <v:shape id="Freeform 341" o:spid="_x0000_s1059" style="position:absolute;left:7729;top:8727;width:1800;height:774;visibility:visible;mso-wrap-style:square;v-text-anchor:top" coordsize="1800,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" path="m1800,68c1661,39,1524,10,1370,5,1216,,1037,2,876,40,715,78,528,151,403,231,278,311,194,430,127,520,60,610,30,692,,774e" filled="f">
                        <v:path arrowok="t" o:connecttype="custom" o:connectlocs="1800,68;1370,5;876,40;403,231;127,520;0,774" o:connectangles="0,0,0,0,0,0"/>
                      </v:shape>
                    </v:group>
                  </w:pict>
                </mc:Fallback>
              </mc:AlternateContent>
            </w:r>
            <w:r w:rsidRPr="00BE67C6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4444365</wp:posOffset>
                      </wp:positionV>
                      <wp:extent cx="1584960" cy="220980"/>
                      <wp:effectExtent l="0" t="1270" r="0" b="0"/>
                      <wp:wrapNone/>
                      <wp:docPr id="7" name="Text Box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496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3175" cap="rnd">
                                    <a:solidFill>
                                      <a:srgbClr val="808080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66860" w:rsidRPr="00C2328A" w:rsidRDefault="00D66860" w:rsidP="00774A18">
                                  <w:pPr>
                                    <w:jc w:val="right"/>
                                    <w:rPr>
                                      <w:color w:val="808080"/>
                                      <w:lang w:val="en-NZ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color w:val="808080"/>
                                      <w:sz w:val="16"/>
                                      <w:szCs w:val="16"/>
                                      <w:lang w:val="en-NZ"/>
                                    </w:rPr>
                                    <w:t>Arterial velocities in cm/s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5" o:spid="_x0000_s1032" type="#_x0000_t202" style="position:absolute;left:0;text-align:left;margin-left:358.8pt;margin-top:349.95pt;width:124.8pt;height:17.4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" filled="f" stroked="f" strokecolor="gray" strokeweight=".25pt">
                      <v:stroke dashstyle="1 1" endcap="round"/>
                      <v:textbox>
                        <w:txbxContent>
                          <w:p w:rsidR="00D66860" w:rsidRPr="00C2328A" w:rsidRDefault="00D66860" w:rsidP="00774A18">
                            <w:pPr>
                              <w:jc w:val="right"/>
                              <w:rPr>
                                <w:color w:val="808080"/>
                                <w:lang w:val="en-NZ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808080"/>
                                <w:sz w:val="16"/>
                                <w:szCs w:val="16"/>
                                <w:lang w:val="en-NZ"/>
                              </w:rPr>
                              <w:t>Arterial velocities in cm/s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3295A" w:rsidRPr="00BE67C6" w:rsidTr="00BE67C6">
        <w:tc>
          <w:tcPr>
            <w:tcW w:w="1943" w:type="dxa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3295A" w:rsidRPr="00BE67C6" w:rsidRDefault="00977F2D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28575</wp:posOffset>
                      </wp:positionV>
                      <wp:extent cx="395605" cy="61595"/>
                      <wp:effectExtent l="7620" t="6350" r="6350" b="17780"/>
                      <wp:wrapNone/>
                      <wp:docPr id="6" name="Freeform 2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C0C0C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00641F" id="Freeform 290" o:spid="_x0000_s1026" style="position:absolute;margin-left:66.15pt;margin-top:2.25pt;width:31.15pt;height: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" path="m84,120c,106,185,36,185,36v,,72,-9,102,-12c317,21,344,,379,v35,,75,11,116,24c536,37,593,65,625,81v32,16,152,34,62,40l84,120xe" fillcolor="silver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Plaque Type:</w:t>
            </w:r>
          </w:p>
        </w:tc>
        <w:tc>
          <w:tcPr>
            <w:tcW w:w="7895" w:type="dxa"/>
            <w:gridSpan w:val="3"/>
            <w:tcBorders>
              <w:bottom w:val="single" w:sz="2" w:space="0" w:color="FFFFFF"/>
            </w:tcBorders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B3295A" w:rsidRPr="00BE67C6" w:rsidRDefault="00977F2D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3762375</wp:posOffset>
                      </wp:positionH>
                      <wp:positionV relativeFrom="paragraph">
                        <wp:posOffset>31750</wp:posOffset>
                      </wp:positionV>
                      <wp:extent cx="335280" cy="62865"/>
                      <wp:effectExtent l="13970" t="19050" r="31750" b="13335"/>
                      <wp:wrapNone/>
                      <wp:docPr id="5" name="Freeform 2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5280" cy="62865"/>
                              </a:xfrm>
                              <a:custGeom>
                                <a:avLst/>
                                <a:gdLst>
                                  <a:gd name="T0" fmla="*/ 0 w 528"/>
                                  <a:gd name="T1" fmla="*/ 81 h 81"/>
                                  <a:gd name="T2" fmla="*/ 528 w 528"/>
                                  <a:gd name="T3" fmla="*/ 81 h 81"/>
                                  <a:gd name="T4" fmla="*/ 482 w 528"/>
                                  <a:gd name="T5" fmla="*/ 64 h 81"/>
                                  <a:gd name="T6" fmla="*/ 391 w 528"/>
                                  <a:gd name="T7" fmla="*/ 28 h 81"/>
                                  <a:gd name="T8" fmla="*/ 338 w 528"/>
                                  <a:gd name="T9" fmla="*/ 0 h 81"/>
                                  <a:gd name="T10" fmla="*/ 302 w 528"/>
                                  <a:gd name="T11" fmla="*/ 28 h 81"/>
                                  <a:gd name="T12" fmla="*/ 261 w 528"/>
                                  <a:gd name="T13" fmla="*/ 2 h 81"/>
                                  <a:gd name="T14" fmla="*/ 220 w 528"/>
                                  <a:gd name="T15" fmla="*/ 28 h 81"/>
                                  <a:gd name="T16" fmla="*/ 175 w 528"/>
                                  <a:gd name="T17" fmla="*/ 26 h 81"/>
                                  <a:gd name="T18" fmla="*/ 144 w 528"/>
                                  <a:gd name="T19" fmla="*/ 4 h 81"/>
                                  <a:gd name="T20" fmla="*/ 100 w 528"/>
                                  <a:gd name="T21" fmla="*/ 38 h 81"/>
                                  <a:gd name="T22" fmla="*/ 69 w 528"/>
                                  <a:gd name="T23" fmla="*/ 38 h 81"/>
                                  <a:gd name="T24" fmla="*/ 9 w 528"/>
                                  <a:gd name="T25" fmla="*/ 55 h 81"/>
                                  <a:gd name="T26" fmla="*/ 0 w 528"/>
                                  <a:gd name="T27" fmla="*/ 81 h 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</a:cxnLst>
                                <a:rect l="0" t="0" r="r" b="b"/>
                                <a:pathLst>
                                  <a:path w="528" h="81">
                                    <a:moveTo>
                                      <a:pt x="0" y="81"/>
                                    </a:moveTo>
                                    <a:lnTo>
                                      <a:pt x="528" y="81"/>
                                    </a:lnTo>
                                    <a:lnTo>
                                      <a:pt x="482" y="64"/>
                                    </a:lnTo>
                                    <a:lnTo>
                                      <a:pt x="391" y="28"/>
                                    </a:lnTo>
                                    <a:lnTo>
                                      <a:pt x="338" y="0"/>
                                    </a:lnTo>
                                    <a:lnTo>
                                      <a:pt x="302" y="28"/>
                                    </a:lnTo>
                                    <a:lnTo>
                                      <a:pt x="261" y="2"/>
                                    </a:lnTo>
                                    <a:lnTo>
                                      <a:pt x="220" y="28"/>
                                    </a:lnTo>
                                    <a:lnTo>
                                      <a:pt x="175" y="26"/>
                                    </a:lnTo>
                                    <a:lnTo>
                                      <a:pt x="144" y="4"/>
                                    </a:lnTo>
                                    <a:lnTo>
                                      <a:pt x="100" y="38"/>
                                    </a:lnTo>
                                    <a:lnTo>
                                      <a:pt x="69" y="38"/>
                                    </a:lnTo>
                                    <a:lnTo>
                                      <a:pt x="9" y="55"/>
                                    </a:lnTo>
                                    <a:lnTo>
                                      <a:pt x="0" y="8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86237A" id="Freeform 293" o:spid="_x0000_s1026" style="position:absolute;margin-left:296.25pt;margin-top:2.5pt;width:26.4pt;height:4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8,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" path="m,81r528,l482,64,391,28,338,,302,28,261,2,220,28,175,26,144,4,100,38r-31,l9,55,,81xe">
                      <v:path arrowok="t" o:connecttype="custom" o:connectlocs="0,62865;335280,62865;306070,49671;248285,21731;214630,0;191770,21731;165735,1552;139700,21731;111125,20179;91440,3104;63500,29492;43815,29492;5715,42686;0,62865" o:connectangles="0,0,0,0,0,0,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2546350</wp:posOffset>
                      </wp:positionH>
                      <wp:positionV relativeFrom="paragraph">
                        <wp:posOffset>31750</wp:posOffset>
                      </wp:positionV>
                      <wp:extent cx="395605" cy="61595"/>
                      <wp:effectExtent l="7620" t="9525" r="6350" b="14605"/>
                      <wp:wrapNone/>
                      <wp:docPr id="4" name="Freeform 2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306CCE" id="Freeform 292" o:spid="_x0000_s1026" style="position:absolute;margin-left:200.5pt;margin-top:2.5pt;width:31.15pt;height:4.8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1765300</wp:posOffset>
                      </wp:positionH>
                      <wp:positionV relativeFrom="paragraph">
                        <wp:posOffset>29210</wp:posOffset>
                      </wp:positionV>
                      <wp:extent cx="395605" cy="61595"/>
                      <wp:effectExtent l="7620" t="6985" r="6350" b="17145"/>
                      <wp:wrapNone/>
                      <wp:docPr id="3" name="Freeform 2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333333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17DD76" id="Freeform 291" o:spid="_x0000_s1026" style="position:absolute;margin-left:139pt;margin-top:2.3pt;width:31.15pt;height:4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" path="m84,120c,106,185,36,185,36v,,72,-9,102,-12c317,21,344,,379,v35,,75,11,116,24c536,37,593,65,625,81v32,16,152,34,62,40l84,120xe" fillcolor="#333"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Pr="00BE67C6">
              <w:rPr>
                <w:rFonts w:ascii="Arial" w:hAnsi="Arial" w:cs="Arial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664210</wp:posOffset>
                      </wp:positionH>
                      <wp:positionV relativeFrom="paragraph">
                        <wp:posOffset>29845</wp:posOffset>
                      </wp:positionV>
                      <wp:extent cx="395605" cy="61595"/>
                      <wp:effectExtent l="11430" t="7620" r="12065" b="16510"/>
                      <wp:wrapNone/>
                      <wp:docPr id="2" name="Freeform 289" descr="Granite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5605" cy="61595"/>
                              </a:xfrm>
                              <a:custGeom>
                                <a:avLst/>
                                <a:gdLst>
                                  <a:gd name="T0" fmla="*/ 84 w 777"/>
                                  <a:gd name="T1" fmla="*/ 120 h 121"/>
                                  <a:gd name="T2" fmla="*/ 185 w 777"/>
                                  <a:gd name="T3" fmla="*/ 36 h 121"/>
                                  <a:gd name="T4" fmla="*/ 287 w 777"/>
                                  <a:gd name="T5" fmla="*/ 24 h 121"/>
                                  <a:gd name="T6" fmla="*/ 379 w 777"/>
                                  <a:gd name="T7" fmla="*/ 0 h 121"/>
                                  <a:gd name="T8" fmla="*/ 495 w 777"/>
                                  <a:gd name="T9" fmla="*/ 24 h 121"/>
                                  <a:gd name="T10" fmla="*/ 625 w 777"/>
                                  <a:gd name="T11" fmla="*/ 81 h 121"/>
                                  <a:gd name="T12" fmla="*/ 687 w 777"/>
                                  <a:gd name="T13" fmla="*/ 121 h 121"/>
                                  <a:gd name="T14" fmla="*/ 84 w 777"/>
                                  <a:gd name="T15" fmla="*/ 120 h 12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777" h="121">
                                    <a:moveTo>
                                      <a:pt x="84" y="120"/>
                                    </a:moveTo>
                                    <a:cubicBezTo>
                                      <a:pt x="0" y="106"/>
                                      <a:pt x="185" y="36"/>
                                      <a:pt x="185" y="36"/>
                                    </a:cubicBezTo>
                                    <a:cubicBezTo>
                                      <a:pt x="185" y="36"/>
                                      <a:pt x="257" y="27"/>
                                      <a:pt x="287" y="24"/>
                                    </a:cubicBezTo>
                                    <a:cubicBezTo>
                                      <a:pt x="317" y="21"/>
                                      <a:pt x="344" y="0"/>
                                      <a:pt x="379" y="0"/>
                                    </a:cubicBezTo>
                                    <a:cubicBezTo>
                                      <a:pt x="414" y="0"/>
                                      <a:pt x="454" y="11"/>
                                      <a:pt x="495" y="24"/>
                                    </a:cubicBezTo>
                                    <a:cubicBezTo>
                                      <a:pt x="536" y="37"/>
                                      <a:pt x="593" y="65"/>
                                      <a:pt x="625" y="81"/>
                                    </a:cubicBezTo>
                                    <a:cubicBezTo>
                                      <a:pt x="657" y="97"/>
                                      <a:pt x="777" y="115"/>
                                      <a:pt x="687" y="121"/>
                                    </a:cubicBezTo>
                                    <a:lnTo>
                                      <a:pt x="84" y="120"/>
                                    </a:lnTo>
                                    <a:close/>
                                  </a:path>
                                </a:pathLst>
                              </a:custGeom>
                              <a:blipFill dpi="0" rotWithShape="1">
                                <a:blip r:embed="rId6"/>
                                <a:srcRect/>
                                <a:tile tx="0" ty="0" sx="100000" sy="100000" flip="none" algn="tl"/>
                              </a:blip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 type="none" w="med" len="med"/>
                                <a:tailEnd type="none" w="med" len="med"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FEA6F6" id="Freeform 289" o:spid="_x0000_s1026" alt="Granite" style="position:absolute;margin-left:52.3pt;margin-top:2.35pt;width:31.15pt;height:4.8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2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" path="m84,120c,106,185,36,185,36v,,72,-9,102,-12c317,21,344,,379,v35,,75,11,116,24c536,37,593,65,625,81v32,16,152,34,62,40l84,120xe">
                      <v:fill r:id="rId7" o:title="Granite" recolor="t" rotate="t" type="tile"/>
                      <v:path arrowok="t" o:connecttype="custom" o:connectlocs="42768,61086;94192,18326;146124,12217;192966,0;252026,12217;318215,41233;349782,61595;42768,61086" o:connectangles="0,0,0,0,0,0,0,0"/>
                    </v:shape>
                  </w:pict>
                </mc:Fallback>
              </mc:AlternateContent>
            </w:r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Homogenous                </w:t>
            </w:r>
            <w:proofErr w:type="spellStart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>Heterogenous</w:t>
            </w:r>
            <w:proofErr w:type="spellEnd"/>
            <w:r w:rsidR="00B3295A" w:rsidRPr="00BE67C6">
              <w:rPr>
                <w:rFonts w:ascii="Arial" w:hAnsi="Arial" w:cs="Arial"/>
                <w:color w:val="808080"/>
                <w:sz w:val="16"/>
                <w:szCs w:val="16"/>
              </w:rPr>
              <w:t xml:space="preserve">                Calcific                Smooth Surface                Irregular Surface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  <w:tc>
          <w:tcPr>
            <w:tcW w:w="3898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Right</w:t>
            </w:r>
          </w:p>
        </w:tc>
        <w:tc>
          <w:tcPr>
            <w:tcW w:w="3997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187C90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bCs/>
                <w:color w:val="808080"/>
                <w:sz w:val="18"/>
                <w:szCs w:val="18"/>
              </w:rPr>
              <w:t>Left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Vessel Geometry:</w:t>
            </w:r>
          </w:p>
        </w:tc>
        <w:tc>
          <w:tcPr>
            <w:tcW w:w="3898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977F2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  <w:tc>
          <w:tcPr>
            <w:tcW w:w="3997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977F2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Normal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Vertebral Arteries:</w:t>
            </w:r>
          </w:p>
        </w:tc>
        <w:tc>
          <w:tcPr>
            <w:tcW w:w="3898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977F2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  <w:tc>
          <w:tcPr>
            <w:tcW w:w="3997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977F2D" w:rsidP="00BE67C6">
            <w:pPr>
              <w:tabs>
                <w:tab w:val="left" w:pos="2127"/>
              </w:tabs>
              <w:jc w:val="center"/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Antegrade</w:t>
            </w:r>
            <w:proofErr w:type="spellEnd"/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ICA/CCA Ratio:</w:t>
            </w:r>
          </w:p>
        </w:tc>
        <w:tc>
          <w:tcPr>
            <w:tcW w:w="3898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977F2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</w:t>
            </w:r>
          </w:p>
        </w:tc>
        <w:tc>
          <w:tcPr>
            <w:tcW w:w="3997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977F2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</w:t>
            </w:r>
          </w:p>
        </w:tc>
      </w:tr>
      <w:tr w:rsidR="00187C90" w:rsidRPr="00BE67C6" w:rsidTr="00BE67C6">
        <w:tc>
          <w:tcPr>
            <w:tcW w:w="1943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187C90" w:rsidRPr="00BE67C6" w:rsidRDefault="00187C90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 xml:space="preserve">% </w:t>
            </w:r>
            <w:r w:rsidR="00F412FD">
              <w:rPr>
                <w:rFonts w:ascii="Arial" w:hAnsi="Arial" w:cs="Arial"/>
                <w:color w:val="808080"/>
                <w:sz w:val="18"/>
                <w:szCs w:val="18"/>
              </w:rPr>
              <w:t xml:space="preserve">ICA </w:t>
            </w:r>
            <w:r w:rsidRPr="00BE67C6">
              <w:rPr>
                <w:rFonts w:ascii="Arial" w:hAnsi="Arial" w:cs="Arial"/>
                <w:color w:val="808080"/>
                <w:sz w:val="18"/>
                <w:szCs w:val="18"/>
              </w:rPr>
              <w:t>Stenosis:</w:t>
            </w:r>
          </w:p>
        </w:tc>
        <w:tc>
          <w:tcPr>
            <w:tcW w:w="3898" w:type="dxa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977F2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&lt;30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187C90" w:rsidRPr="00BE67C6" w:rsidRDefault="00977F2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187C90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F412FD" w:rsidRPr="00BE67C6" w:rsidTr="00BE67C6">
        <w:tc>
          <w:tcPr>
            <w:tcW w:w="1943" w:type="dxa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F412FD" w:rsidRPr="00BE67C6" w:rsidRDefault="00F412FD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% ECA Stenosis</w:t>
            </w:r>
          </w:p>
        </w:tc>
        <w:tc>
          <w:tcPr>
            <w:tcW w:w="3898" w:type="dxa"/>
            <w:shd w:val="clear" w:color="auto" w:fill="E6E6E6"/>
            <w:tcMar>
              <w:top w:w="28" w:type="dxa"/>
              <w:bottom w:w="28" w:type="dxa"/>
            </w:tcMar>
          </w:tcPr>
          <w:p w:rsidR="00F412FD" w:rsidRPr="00BE67C6" w:rsidRDefault="00977F2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F412FD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3997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F412FD" w:rsidRPr="00BE67C6" w:rsidRDefault="00977F2D" w:rsidP="00BE67C6">
            <w:pPr>
              <w:tabs>
                <w:tab w:val="left" w:pos="2127"/>
              </w:tabs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  <w:r w:rsidR="00F412FD" w:rsidRPr="00BE67C6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</w:tr>
      <w:tr w:rsidR="009A34D2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9A34D2" w:rsidRPr="00BE67C6" w:rsidRDefault="009A34D2" w:rsidP="00BE67C6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61539B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Comments</w:t>
            </w:r>
            <w:r w:rsidR="00784424" w:rsidRPr="00BE67C6">
              <w:rPr>
                <w:rFonts w:ascii="Arial" w:hAnsi="Arial" w:cs="Arial"/>
                <w:bCs/>
                <w:color w:val="808080"/>
                <w:sz w:val="18"/>
                <w:szCs w:val="18"/>
              </w:rPr>
              <w:t>:</w:t>
            </w:r>
          </w:p>
        </w:tc>
        <w:tc>
          <w:tcPr>
            <w:tcW w:w="7895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784424" w:rsidRDefault="00977F2D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Right: intimal wall thickening or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haemodynamic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changes</w:t>
            </w:r>
          </w:p>
          <w:p w:rsidR="00977F2D" w:rsidRDefault="00977F2D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Left: No Intimal wall thickening or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haemodynamic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changes. </w:t>
            </w:r>
          </w:p>
          <w:p w:rsidR="00977F2D" w:rsidRPr="00BE67C6" w:rsidRDefault="00977F2D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Normal Subclavian flow bilaterally </w:t>
            </w:r>
          </w:p>
        </w:tc>
      </w:tr>
      <w:tr w:rsidR="00784424" w:rsidRPr="00BE67C6" w:rsidTr="00BE67C6">
        <w:tc>
          <w:tcPr>
            <w:tcW w:w="1943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95" w:type="dxa"/>
            <w:gridSpan w:val="3"/>
            <w:shd w:val="clear" w:color="auto" w:fill="auto"/>
            <w:tcMar>
              <w:top w:w="28" w:type="dxa"/>
              <w:bottom w:w="28" w:type="dxa"/>
            </w:tcMar>
          </w:tcPr>
          <w:p w:rsidR="00784424" w:rsidRPr="00BE67C6" w:rsidRDefault="00784424" w:rsidP="00BE67C6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784424" w:rsidRPr="00BE67C6" w:rsidTr="00BE67C6">
        <w:tc>
          <w:tcPr>
            <w:tcW w:w="1943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784424" w:rsidRPr="00BE67C6" w:rsidRDefault="00784424" w:rsidP="00BE67C6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E67C6">
              <w:rPr>
                <w:rFonts w:ascii="Arial" w:hAnsi="Arial"/>
                <w:color w:val="808080"/>
                <w:sz w:val="18"/>
                <w:szCs w:val="18"/>
              </w:rPr>
              <w:t>Scanned by</w:t>
            </w:r>
          </w:p>
        </w:tc>
        <w:tc>
          <w:tcPr>
            <w:tcW w:w="7895" w:type="dxa"/>
            <w:gridSpan w:val="3"/>
            <w:shd w:val="clear" w:color="auto" w:fill="E6E6E6"/>
            <w:tcMar>
              <w:top w:w="28" w:type="dxa"/>
              <w:bottom w:w="28" w:type="dxa"/>
            </w:tcMar>
          </w:tcPr>
          <w:p w:rsidR="00977F2D" w:rsidRPr="00977F2D" w:rsidRDefault="00977F2D" w:rsidP="00BE67C6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Alwin Yeung - Clinical Vascular Scientist</w:t>
            </w:r>
          </w:p>
        </w:tc>
      </w:tr>
    </w:tbl>
    <w:p w:rsidR="00694581" w:rsidRPr="002D5F9B" w:rsidRDefault="00694581">
      <w:pPr>
        <w:rPr>
          <w:rFonts w:ascii="Arial" w:hAnsi="Arial" w:cs="Arial"/>
          <w:color w:val="404040"/>
          <w:sz w:val="18"/>
          <w:szCs w:val="18"/>
        </w:rPr>
      </w:pPr>
      <w:bookmarkStart w:id="0" w:name="_GoBack"/>
      <w:bookmarkEnd w:id="0"/>
    </w:p>
    <w:sectPr w:rsidR="00694581" w:rsidRPr="002D5F9B" w:rsidSect="00B551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7F2D" w:rsidRDefault="00977F2D">
      <w:r>
        <w:separator/>
      </w:r>
    </w:p>
  </w:endnote>
  <w:endnote w:type="continuationSeparator" w:id="0">
    <w:p w:rsidR="00977F2D" w:rsidRDefault="0097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6860" w:rsidRPr="00E35AAD" w:rsidRDefault="00D66860" w:rsidP="00E35AAD">
    <w:pPr>
      <w:pStyle w:val="Footer"/>
      <w:rPr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7F2D" w:rsidRDefault="00977F2D">
      <w:r>
        <w:separator/>
      </w:r>
    </w:p>
  </w:footnote>
  <w:footnote w:type="continuationSeparator" w:id="0">
    <w:p w:rsidR="00977F2D" w:rsidRDefault="00977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977F2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-111125</wp:posOffset>
          </wp:positionV>
          <wp:extent cx="1771650" cy="62484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1650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06419" w:rsidRDefault="00706419">
    <w:pPr>
      <w:pStyle w:val="Header"/>
    </w:pPr>
  </w:p>
  <w:p w:rsidR="00706419" w:rsidRDefault="00706419">
    <w:pPr>
      <w:pStyle w:val="Header"/>
    </w:pPr>
  </w:p>
  <w:p w:rsidR="00706419" w:rsidRDefault="007064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AAD" w:rsidRDefault="00E35A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F2D"/>
    <w:rsid w:val="000071E8"/>
    <w:rsid w:val="00041AD2"/>
    <w:rsid w:val="00052659"/>
    <w:rsid w:val="00054AC7"/>
    <w:rsid w:val="00082FF5"/>
    <w:rsid w:val="000A3239"/>
    <w:rsid w:val="000D4C8F"/>
    <w:rsid w:val="000F2232"/>
    <w:rsid w:val="000F4957"/>
    <w:rsid w:val="00106CEB"/>
    <w:rsid w:val="00115ED6"/>
    <w:rsid w:val="00130125"/>
    <w:rsid w:val="00130D4E"/>
    <w:rsid w:val="00175A86"/>
    <w:rsid w:val="001829A0"/>
    <w:rsid w:val="00187C90"/>
    <w:rsid w:val="001D4A26"/>
    <w:rsid w:val="001F0ECE"/>
    <w:rsid w:val="002027E7"/>
    <w:rsid w:val="0020510B"/>
    <w:rsid w:val="00210B25"/>
    <w:rsid w:val="00211588"/>
    <w:rsid w:val="00214C28"/>
    <w:rsid w:val="00216637"/>
    <w:rsid w:val="00220B9B"/>
    <w:rsid w:val="002523B4"/>
    <w:rsid w:val="00252DD3"/>
    <w:rsid w:val="00267D9C"/>
    <w:rsid w:val="002845F4"/>
    <w:rsid w:val="002A575D"/>
    <w:rsid w:val="002C2267"/>
    <w:rsid w:val="002D5608"/>
    <w:rsid w:val="002D5F9B"/>
    <w:rsid w:val="002D72BD"/>
    <w:rsid w:val="002F1B84"/>
    <w:rsid w:val="002F29A9"/>
    <w:rsid w:val="00317A10"/>
    <w:rsid w:val="00324B94"/>
    <w:rsid w:val="00332965"/>
    <w:rsid w:val="003512C1"/>
    <w:rsid w:val="003605C4"/>
    <w:rsid w:val="00361F8D"/>
    <w:rsid w:val="003979C6"/>
    <w:rsid w:val="003A31C2"/>
    <w:rsid w:val="003B7DF9"/>
    <w:rsid w:val="003F6A8A"/>
    <w:rsid w:val="00400424"/>
    <w:rsid w:val="00402BD8"/>
    <w:rsid w:val="0041713E"/>
    <w:rsid w:val="0043201F"/>
    <w:rsid w:val="004400FD"/>
    <w:rsid w:val="00443A11"/>
    <w:rsid w:val="00446D9E"/>
    <w:rsid w:val="00447469"/>
    <w:rsid w:val="004478EC"/>
    <w:rsid w:val="004479C2"/>
    <w:rsid w:val="00447AFF"/>
    <w:rsid w:val="00475D18"/>
    <w:rsid w:val="004932D3"/>
    <w:rsid w:val="004934E7"/>
    <w:rsid w:val="004A51E9"/>
    <w:rsid w:val="004E2311"/>
    <w:rsid w:val="004F7760"/>
    <w:rsid w:val="0054274D"/>
    <w:rsid w:val="005656EE"/>
    <w:rsid w:val="005900BB"/>
    <w:rsid w:val="00591C95"/>
    <w:rsid w:val="00592827"/>
    <w:rsid w:val="005B777D"/>
    <w:rsid w:val="005D31EC"/>
    <w:rsid w:val="005E5BC0"/>
    <w:rsid w:val="0061539B"/>
    <w:rsid w:val="00633D1A"/>
    <w:rsid w:val="00636F18"/>
    <w:rsid w:val="0064263F"/>
    <w:rsid w:val="006851FE"/>
    <w:rsid w:val="00687CAB"/>
    <w:rsid w:val="006915B8"/>
    <w:rsid w:val="00694581"/>
    <w:rsid w:val="0069553D"/>
    <w:rsid w:val="00696E1A"/>
    <w:rsid w:val="006B7347"/>
    <w:rsid w:val="006D7699"/>
    <w:rsid w:val="006E6997"/>
    <w:rsid w:val="006F3426"/>
    <w:rsid w:val="00706419"/>
    <w:rsid w:val="00722333"/>
    <w:rsid w:val="00727221"/>
    <w:rsid w:val="007361C2"/>
    <w:rsid w:val="00740706"/>
    <w:rsid w:val="00741CEC"/>
    <w:rsid w:val="00745D26"/>
    <w:rsid w:val="00766B4B"/>
    <w:rsid w:val="00774A18"/>
    <w:rsid w:val="0077506E"/>
    <w:rsid w:val="00781E01"/>
    <w:rsid w:val="00784424"/>
    <w:rsid w:val="007959A1"/>
    <w:rsid w:val="00796372"/>
    <w:rsid w:val="007A6805"/>
    <w:rsid w:val="007A7B01"/>
    <w:rsid w:val="007B4530"/>
    <w:rsid w:val="008022C9"/>
    <w:rsid w:val="00804137"/>
    <w:rsid w:val="0083615F"/>
    <w:rsid w:val="00845175"/>
    <w:rsid w:val="008456C7"/>
    <w:rsid w:val="008527CA"/>
    <w:rsid w:val="00866EAE"/>
    <w:rsid w:val="008817E2"/>
    <w:rsid w:val="008A322D"/>
    <w:rsid w:val="008B1CA5"/>
    <w:rsid w:val="008B5D7F"/>
    <w:rsid w:val="008C3548"/>
    <w:rsid w:val="008D344E"/>
    <w:rsid w:val="008E3ADB"/>
    <w:rsid w:val="0091132C"/>
    <w:rsid w:val="00911F56"/>
    <w:rsid w:val="00937D9E"/>
    <w:rsid w:val="0094691B"/>
    <w:rsid w:val="0097071D"/>
    <w:rsid w:val="00977F2D"/>
    <w:rsid w:val="009A34D2"/>
    <w:rsid w:val="009A5CA0"/>
    <w:rsid w:val="009C6954"/>
    <w:rsid w:val="009D2BAA"/>
    <w:rsid w:val="009F4722"/>
    <w:rsid w:val="00A00D03"/>
    <w:rsid w:val="00A50BBC"/>
    <w:rsid w:val="00A5497F"/>
    <w:rsid w:val="00A63D5A"/>
    <w:rsid w:val="00A67164"/>
    <w:rsid w:val="00A74745"/>
    <w:rsid w:val="00A7491A"/>
    <w:rsid w:val="00AA6449"/>
    <w:rsid w:val="00AB235A"/>
    <w:rsid w:val="00AC0941"/>
    <w:rsid w:val="00AC280B"/>
    <w:rsid w:val="00AC6839"/>
    <w:rsid w:val="00AE30A1"/>
    <w:rsid w:val="00AE79B0"/>
    <w:rsid w:val="00AF27D7"/>
    <w:rsid w:val="00B03BAE"/>
    <w:rsid w:val="00B3295A"/>
    <w:rsid w:val="00B349A1"/>
    <w:rsid w:val="00B46ED4"/>
    <w:rsid w:val="00B55178"/>
    <w:rsid w:val="00B67AFA"/>
    <w:rsid w:val="00B80315"/>
    <w:rsid w:val="00BC590F"/>
    <w:rsid w:val="00BE67C6"/>
    <w:rsid w:val="00C4581A"/>
    <w:rsid w:val="00C46C3E"/>
    <w:rsid w:val="00C47CD3"/>
    <w:rsid w:val="00C719CC"/>
    <w:rsid w:val="00C72E47"/>
    <w:rsid w:val="00C85CBD"/>
    <w:rsid w:val="00C9350C"/>
    <w:rsid w:val="00CA55FD"/>
    <w:rsid w:val="00CA59E4"/>
    <w:rsid w:val="00CA688E"/>
    <w:rsid w:val="00CC6657"/>
    <w:rsid w:val="00CD7188"/>
    <w:rsid w:val="00CF47AC"/>
    <w:rsid w:val="00D04D6F"/>
    <w:rsid w:val="00D34D9F"/>
    <w:rsid w:val="00D42CEC"/>
    <w:rsid w:val="00D605F8"/>
    <w:rsid w:val="00D63A52"/>
    <w:rsid w:val="00D66860"/>
    <w:rsid w:val="00D8557F"/>
    <w:rsid w:val="00D967E3"/>
    <w:rsid w:val="00DC3722"/>
    <w:rsid w:val="00DD13FB"/>
    <w:rsid w:val="00DE5341"/>
    <w:rsid w:val="00E04A77"/>
    <w:rsid w:val="00E071B6"/>
    <w:rsid w:val="00E119DC"/>
    <w:rsid w:val="00E16921"/>
    <w:rsid w:val="00E21EED"/>
    <w:rsid w:val="00E32002"/>
    <w:rsid w:val="00E35AAD"/>
    <w:rsid w:val="00E66B96"/>
    <w:rsid w:val="00E70784"/>
    <w:rsid w:val="00E75EB3"/>
    <w:rsid w:val="00E85BE9"/>
    <w:rsid w:val="00E868DA"/>
    <w:rsid w:val="00E96ADB"/>
    <w:rsid w:val="00EA12E8"/>
    <w:rsid w:val="00EC3362"/>
    <w:rsid w:val="00ED5FE4"/>
    <w:rsid w:val="00ED705A"/>
    <w:rsid w:val="00EE5FD5"/>
    <w:rsid w:val="00EF042D"/>
    <w:rsid w:val="00F002D2"/>
    <w:rsid w:val="00F105C7"/>
    <w:rsid w:val="00F203DB"/>
    <w:rsid w:val="00F22415"/>
    <w:rsid w:val="00F412FD"/>
    <w:rsid w:val="00F46177"/>
    <w:rsid w:val="00F6113C"/>
    <w:rsid w:val="00F63AEE"/>
    <w:rsid w:val="00FB0EF0"/>
    <w:rsid w:val="00FB3059"/>
    <w:rsid w:val="00FC3506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498DFB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VascularLab\Genesis%20International\Genesis%202%20International\Carotid\Carotid%20Standard%20-%20With%20Logo%20J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Carotid Standard - With Logo JC.dot</Template>
  <TotalTime>0</TotalTime>
  <Pages>1</Pages>
  <Words>89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2021-09-29T10:07:00Z</dcterms:created>
  <dcterms:modified xsi:type="dcterms:W3CDTF">2021-10-12T10:18:00Z</dcterms:modified>
</cp:coreProperties>
</file>